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698E" w14:textId="757F4BFB" w:rsidR="00DA1287" w:rsidRPr="00E22F5D" w:rsidRDefault="00DA1287" w:rsidP="00704932">
      <w:pPr>
        <w:jc w:val="center"/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  </w:t>
      </w:r>
      <w:r w:rsidR="000059BE">
        <w:rPr>
          <w:rFonts w:ascii="ＭＳ ゴシック" w:eastAsia="ＭＳ ゴシック" w:hAnsi="ＭＳ ゴシック" w:hint="eastAsia"/>
          <w:sz w:val="24"/>
          <w:lang w:eastAsia="zh-TW"/>
        </w:rPr>
        <w:t>２０</w:t>
      </w:r>
      <w:r w:rsidR="00B6614B">
        <w:rPr>
          <w:rFonts w:ascii="ＭＳ ゴシック" w:eastAsia="ＭＳ ゴシック" w:hAnsi="ＭＳ ゴシック" w:hint="eastAsia"/>
          <w:sz w:val="24"/>
          <w:lang w:eastAsia="zh-TW"/>
        </w:rPr>
        <w:t>２</w:t>
      </w:r>
      <w:r w:rsidR="00F8016E">
        <w:rPr>
          <w:rFonts w:ascii="ＭＳ ゴシック" w:eastAsia="ＭＳ ゴシック" w:hAnsi="ＭＳ ゴシック" w:hint="eastAsia"/>
          <w:sz w:val="24"/>
        </w:rPr>
        <w:t>３</w:t>
      </w:r>
      <w:r w:rsidRPr="00E22F5D">
        <w:rPr>
          <w:rFonts w:ascii="ＭＳ ゴシック" w:eastAsia="ＭＳ ゴシック" w:hAnsi="ＭＳ ゴシック" w:hint="eastAsia"/>
          <w:sz w:val="24"/>
          <w:lang w:eastAsia="zh-TW"/>
        </w:rPr>
        <w:t>年度書学書道史学会「研究促進助成金制度」応募研究計画書</w:t>
      </w:r>
    </w:p>
    <w:p w14:paraId="1A736E5D" w14:textId="4FC798FC" w:rsidR="00DA1287" w:rsidRDefault="000059BE" w:rsidP="00704932">
      <w:pPr>
        <w:jc w:val="center"/>
        <w:rPr>
          <w:rFonts w:ascii="ＭＳ 明朝" w:hAnsi="ＭＳ 明朝"/>
          <w:sz w:val="16"/>
          <w:szCs w:val="16"/>
          <w:lang w:eastAsia="zh-CN"/>
        </w:rPr>
      </w:pPr>
      <w:r>
        <w:rPr>
          <w:rFonts w:ascii="ＭＳ 明朝" w:hAnsi="ＭＳ 明朝" w:hint="eastAsia"/>
          <w:sz w:val="16"/>
          <w:szCs w:val="16"/>
          <w:lang w:eastAsia="zh-CN"/>
        </w:rPr>
        <w:t>（２０</w:t>
      </w:r>
      <w:r w:rsidR="00B6614B">
        <w:rPr>
          <w:rFonts w:ascii="ＭＳ 明朝" w:hAnsi="ＭＳ 明朝" w:hint="eastAsia"/>
          <w:sz w:val="16"/>
          <w:szCs w:val="16"/>
          <w:lang w:eastAsia="zh-CN"/>
        </w:rPr>
        <w:t>２</w:t>
      </w:r>
      <w:r w:rsidR="00F8016E">
        <w:rPr>
          <w:rFonts w:ascii="ＭＳ 明朝" w:hAnsi="ＭＳ 明朝" w:hint="eastAsia"/>
          <w:sz w:val="16"/>
          <w:szCs w:val="16"/>
        </w:rPr>
        <w:t>３</w:t>
      </w:r>
      <w:r>
        <w:rPr>
          <w:rFonts w:ascii="ＭＳ 明朝" w:hAnsi="ＭＳ 明朝" w:hint="eastAsia"/>
          <w:sz w:val="16"/>
          <w:szCs w:val="16"/>
          <w:lang w:eastAsia="zh-CN"/>
        </w:rPr>
        <w:t>年</w:t>
      </w:r>
      <w:r w:rsidR="00B6614B">
        <w:rPr>
          <w:rFonts w:ascii="ＭＳ 明朝" w:hAnsi="ＭＳ 明朝" w:hint="eastAsia"/>
          <w:sz w:val="16"/>
          <w:szCs w:val="16"/>
          <w:lang w:eastAsia="zh-CN"/>
        </w:rPr>
        <w:t>９月１日</w:t>
      </w:r>
      <w:r>
        <w:rPr>
          <w:rFonts w:ascii="ＭＳ 明朝" w:hAnsi="ＭＳ 明朝" w:hint="eastAsia"/>
          <w:sz w:val="16"/>
          <w:szCs w:val="16"/>
          <w:lang w:eastAsia="zh-CN"/>
        </w:rPr>
        <w:t>〜</w:t>
      </w:r>
      <w:r w:rsidR="001351BD">
        <w:rPr>
          <w:rFonts w:ascii="ＭＳ 明朝" w:hAnsi="ＭＳ 明朝" w:hint="eastAsia"/>
          <w:sz w:val="16"/>
          <w:szCs w:val="16"/>
          <w:lang w:eastAsia="zh-CN"/>
        </w:rPr>
        <w:t>２０</w:t>
      </w:r>
      <w:r w:rsidR="00E84F04">
        <w:rPr>
          <w:rFonts w:ascii="ＭＳ 明朝" w:hAnsi="ＭＳ 明朝" w:hint="eastAsia"/>
          <w:sz w:val="16"/>
          <w:szCs w:val="16"/>
          <w:lang w:eastAsia="zh-CN"/>
        </w:rPr>
        <w:t>２</w:t>
      </w:r>
      <w:r w:rsidR="00F8016E">
        <w:rPr>
          <w:rFonts w:ascii="ＭＳ 明朝" w:hAnsi="ＭＳ 明朝" w:hint="eastAsia"/>
          <w:sz w:val="16"/>
          <w:szCs w:val="16"/>
        </w:rPr>
        <w:t>５</w:t>
      </w:r>
      <w:r w:rsidR="00704932">
        <w:rPr>
          <w:rFonts w:ascii="ＭＳ 明朝" w:hAnsi="ＭＳ 明朝" w:hint="eastAsia"/>
          <w:sz w:val="16"/>
          <w:szCs w:val="16"/>
          <w:lang w:eastAsia="zh-CN"/>
        </w:rPr>
        <w:t>年</w:t>
      </w:r>
      <w:r w:rsidR="00B6614B">
        <w:rPr>
          <w:rFonts w:ascii="ＭＳ 明朝" w:hAnsi="ＭＳ 明朝" w:hint="eastAsia"/>
          <w:sz w:val="16"/>
          <w:szCs w:val="16"/>
          <w:lang w:eastAsia="zh-CN"/>
        </w:rPr>
        <w:t>８月３１日</w:t>
      </w:r>
      <w:r w:rsidR="00704932">
        <w:rPr>
          <w:rFonts w:ascii="ＭＳ 明朝" w:hAnsi="ＭＳ 明朝" w:hint="eastAsia"/>
          <w:sz w:val="16"/>
          <w:szCs w:val="16"/>
          <w:lang w:eastAsia="zh-CN"/>
        </w:rPr>
        <w:t>）</w:t>
      </w:r>
    </w:p>
    <w:p w14:paraId="595DB056" w14:textId="77777777" w:rsidR="00DA1287" w:rsidRDefault="00DA1287" w:rsidP="00DA1287">
      <w:pPr>
        <w:jc w:val="left"/>
        <w:rPr>
          <w:rFonts w:ascii="ＭＳ 明朝" w:hAnsi="ＭＳ 明朝"/>
          <w:sz w:val="16"/>
          <w:szCs w:val="16"/>
          <w:lang w:eastAsia="zh-CN"/>
        </w:rPr>
      </w:pPr>
    </w:p>
    <w:p w14:paraId="7A42C92D" w14:textId="77777777" w:rsidR="00DA1287" w:rsidRPr="00B26891" w:rsidRDefault="00B26891" w:rsidP="00DA1287">
      <w:pPr>
        <w:jc w:val="left"/>
        <w:rPr>
          <w:rFonts w:asciiTheme="majorEastAsia" w:eastAsiaTheme="majorEastAsia" w:hAnsiTheme="majorEastAsia"/>
          <w:sz w:val="24"/>
          <w:szCs w:val="16"/>
          <w:lang w:eastAsia="zh-CN"/>
        </w:rPr>
      </w:pPr>
      <w:r>
        <w:rPr>
          <w:rFonts w:asciiTheme="majorEastAsia" w:eastAsiaTheme="majorEastAsia" w:hAnsiTheme="majorEastAsia" w:hint="eastAsia"/>
          <w:sz w:val="24"/>
          <w:szCs w:val="16"/>
          <w:lang w:eastAsia="zh-CN"/>
        </w:rPr>
        <w:t xml:space="preserve">　　</w:t>
      </w:r>
      <w:r w:rsidR="00704932" w:rsidRPr="00B26891">
        <w:rPr>
          <w:rFonts w:asciiTheme="majorEastAsia" w:eastAsiaTheme="majorEastAsia" w:hAnsiTheme="majorEastAsia" w:hint="eastAsia"/>
          <w:sz w:val="24"/>
          <w:szCs w:val="16"/>
          <w:lang w:eastAsia="zh-CN"/>
        </w:rPr>
        <w:t>書学書道史学会</w:t>
      </w:r>
    </w:p>
    <w:p w14:paraId="6F2CBFCD" w14:textId="77777777" w:rsidR="00DA1287" w:rsidRPr="00B26891" w:rsidRDefault="00704932" w:rsidP="00DA1287">
      <w:pPr>
        <w:jc w:val="left"/>
        <w:rPr>
          <w:rFonts w:asciiTheme="majorEastAsia" w:eastAsiaTheme="majorEastAsia" w:hAnsiTheme="majorEastAsia"/>
          <w:sz w:val="24"/>
          <w:szCs w:val="16"/>
          <w:lang w:eastAsia="zh-TW"/>
        </w:rPr>
      </w:pPr>
      <w:r w:rsidRPr="00B26891">
        <w:rPr>
          <w:rFonts w:asciiTheme="majorEastAsia" w:eastAsiaTheme="majorEastAsia" w:hAnsiTheme="majorEastAsia" w:hint="eastAsia"/>
          <w:sz w:val="24"/>
          <w:szCs w:val="16"/>
          <w:lang w:eastAsia="zh-CN"/>
        </w:rPr>
        <w:t xml:space="preserve">　　</w:t>
      </w:r>
      <w:r w:rsidR="00B26891">
        <w:rPr>
          <w:rFonts w:asciiTheme="majorEastAsia" w:eastAsiaTheme="majorEastAsia" w:hAnsiTheme="majorEastAsia" w:hint="eastAsia"/>
          <w:sz w:val="24"/>
          <w:szCs w:val="16"/>
          <w:lang w:eastAsia="zh-CN"/>
        </w:rPr>
        <w:t xml:space="preserve">　　</w:t>
      </w:r>
      <w:r w:rsidRPr="00B26891">
        <w:rPr>
          <w:rFonts w:asciiTheme="majorEastAsia" w:eastAsiaTheme="majorEastAsia" w:hAnsiTheme="majorEastAsia" w:hint="eastAsia"/>
          <w:sz w:val="24"/>
          <w:szCs w:val="16"/>
          <w:lang w:eastAsia="zh-TW"/>
        </w:rPr>
        <w:t>理事長　殿</w:t>
      </w:r>
    </w:p>
    <w:p w14:paraId="22C71070" w14:textId="4BA98023" w:rsidR="00DA1287" w:rsidRDefault="00704932" w:rsidP="00DA1287">
      <w:pPr>
        <w:jc w:val="center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</w:t>
      </w:r>
      <w:r w:rsidR="000059BE">
        <w:rPr>
          <w:rFonts w:ascii="ＭＳ 明朝" w:hAnsi="ＭＳ 明朝" w:hint="eastAsia"/>
          <w:lang w:eastAsia="zh-TW"/>
        </w:rPr>
        <w:t xml:space="preserve">　　　　　　　　　　　　　　　　　　　　　　　　　　　　　　　　２０</w:t>
      </w:r>
      <w:r w:rsidR="00B6614B">
        <w:rPr>
          <w:rFonts w:ascii="ＭＳ 明朝" w:hAnsi="ＭＳ 明朝" w:hint="eastAsia"/>
          <w:lang w:eastAsia="zh-TW"/>
        </w:rPr>
        <w:t>２</w:t>
      </w:r>
      <w:r w:rsidR="00F8016E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  <w:lang w:eastAsia="zh-TW"/>
        </w:rPr>
        <w:t>年　　月　　日</w:t>
      </w:r>
    </w:p>
    <w:p w14:paraId="49CE60FE" w14:textId="77777777" w:rsidR="00704932" w:rsidRPr="00704932" w:rsidRDefault="000D5739" w:rsidP="00704932">
      <w:pPr>
        <w:jc w:val="right"/>
        <w:rPr>
          <w:rFonts w:ascii="ＭＳ 明朝" w:hAnsi="ＭＳ 明朝"/>
          <w:sz w:val="16"/>
          <w:szCs w:val="21"/>
        </w:rPr>
      </w:pPr>
      <w:r>
        <w:rPr>
          <w:rFonts w:ascii="ＭＳ 明朝" w:hAnsi="ＭＳ 明朝" w:hint="eastAsia"/>
          <w:lang w:eastAsia="zh-TW"/>
        </w:rPr>
        <w:t xml:space="preserve">　　　　　　　　　　　　　　　　　　　　　　　　　</w:t>
      </w:r>
      <w:r>
        <w:rPr>
          <w:rFonts w:ascii="ＭＳ 明朝" w:hAnsi="ＭＳ 明朝" w:hint="eastAsia"/>
          <w:sz w:val="16"/>
          <w:szCs w:val="21"/>
        </w:rPr>
        <w:t>このファイル様式を変更せず、頁数も増減せずに記入して下さい</w:t>
      </w:r>
      <w:r w:rsidR="00704932" w:rsidRPr="00704932">
        <w:rPr>
          <w:rFonts w:ascii="ＭＳ 明朝" w:hAnsi="ＭＳ 明朝" w:hint="eastAsia"/>
          <w:sz w:val="16"/>
          <w:szCs w:val="21"/>
        </w:rPr>
        <w:t>。</w:t>
      </w:r>
    </w:p>
    <w:p w14:paraId="0D6BD4FB" w14:textId="77777777" w:rsidR="00DA1287" w:rsidRPr="006B2591" w:rsidRDefault="00DA1287">
      <w:pPr>
        <w:pStyle w:val="a3"/>
        <w:rPr>
          <w:rFonts w:ascii="ＭＳ 明朝" w:hAnsi="ＭＳ 明朝"/>
          <w:spacing w:val="0"/>
        </w:rPr>
      </w:pPr>
    </w:p>
    <w:tbl>
      <w:tblPr>
        <w:tblW w:w="10537" w:type="dxa"/>
        <w:tblInd w:w="-4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5"/>
        <w:gridCol w:w="104"/>
        <w:gridCol w:w="463"/>
        <w:gridCol w:w="1276"/>
        <w:gridCol w:w="709"/>
        <w:gridCol w:w="425"/>
        <w:gridCol w:w="709"/>
        <w:gridCol w:w="1984"/>
        <w:gridCol w:w="1277"/>
        <w:gridCol w:w="635"/>
        <w:gridCol w:w="1141"/>
        <w:gridCol w:w="67"/>
        <w:gridCol w:w="708"/>
        <w:gridCol w:w="568"/>
        <w:gridCol w:w="46"/>
      </w:tblGrid>
      <w:tr w:rsidR="00CA320D" w14:paraId="1F4F43B8" w14:textId="77777777">
        <w:trPr>
          <w:gridBefore w:val="2"/>
          <w:gridAfter w:val="1"/>
          <w:wBefore w:w="529" w:type="dxa"/>
          <w:wAfter w:w="46" w:type="dxa"/>
          <w:cantSplit/>
          <w:trHeight w:hRule="exact" w:val="1097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D65974" w14:textId="77777777" w:rsidR="00CA320D" w:rsidRPr="005C77B3" w:rsidRDefault="00CA320D" w:rsidP="00FD68D8">
            <w:pPr>
              <w:ind w:leftChars="-50" w:left="-5" w:hangingChars="50" w:hanging="10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1 1研究課題名</w:t>
            </w:r>
          </w:p>
        </w:tc>
        <w:tc>
          <w:tcPr>
            <w:tcW w:w="822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32A0CA" w14:textId="77777777" w:rsidR="00CA320D" w:rsidRPr="00F84D73" w:rsidRDefault="00CA320D" w:rsidP="00CA320D">
            <w:pPr>
              <w:pStyle w:val="a3"/>
              <w:rPr>
                <w:spacing w:val="0"/>
                <w:sz w:val="18"/>
                <w:szCs w:val="18"/>
              </w:rPr>
            </w:pPr>
          </w:p>
        </w:tc>
      </w:tr>
      <w:tr w:rsidR="00CA320D" w14:paraId="75DD0728" w14:textId="77777777">
        <w:trPr>
          <w:gridBefore w:val="2"/>
          <w:gridAfter w:val="1"/>
          <w:wBefore w:w="529" w:type="dxa"/>
          <w:wAfter w:w="46" w:type="dxa"/>
          <w:cantSplit/>
          <w:trHeight w:hRule="exact" w:val="1131"/>
        </w:trPr>
        <w:tc>
          <w:tcPr>
            <w:tcW w:w="17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E5B79F" w14:textId="77777777" w:rsidR="00CA320D" w:rsidRDefault="00CA320D" w:rsidP="00CA320D">
            <w:pPr>
              <w:pStyle w:val="a3"/>
              <w:spacing w:before="125"/>
              <w:ind w:left="99"/>
              <w:rPr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2</w:t>
            </w:r>
            <w:r>
              <w:rPr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キーワード</w:t>
            </w:r>
          </w:p>
        </w:tc>
        <w:tc>
          <w:tcPr>
            <w:tcW w:w="8223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C21712" w14:textId="77777777" w:rsidR="00CA320D" w:rsidRDefault="00CA320D" w:rsidP="00CA320D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sz w:val="16"/>
                <w:szCs w:val="16"/>
              </w:rPr>
              <w:t xml:space="preserve"> </w:t>
            </w:r>
          </w:p>
          <w:p w14:paraId="69FBCBE1" w14:textId="77777777" w:rsidR="00CA320D" w:rsidRDefault="00CA320D" w:rsidP="00CA320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6"/>
                <w:szCs w:val="16"/>
              </w:rPr>
              <w:t xml:space="preserve">  </w:t>
            </w:r>
            <w:r w:rsidRPr="00DE24B2">
              <w:rPr>
                <w:rFonts w:ascii="ＭＳ 明朝" w:hAnsi="ＭＳ 明朝" w:hint="eastAsia"/>
                <w:sz w:val="16"/>
                <w:szCs w:val="16"/>
              </w:rPr>
              <w:t>(</w:t>
            </w:r>
            <w:r w:rsidR="000D5739">
              <w:rPr>
                <w:rFonts w:ascii="ＭＳ 明朝" w:hAnsi="ＭＳ 明朝" w:hint="eastAsia"/>
                <w:sz w:val="16"/>
                <w:szCs w:val="16"/>
              </w:rPr>
              <w:t>３つまで</w:t>
            </w:r>
            <w:r w:rsidR="00155381">
              <w:rPr>
                <w:rFonts w:ascii="ＭＳ 明朝" w:hAnsi="ＭＳ 明朝" w:hint="eastAsia"/>
                <w:sz w:val="16"/>
                <w:szCs w:val="16"/>
              </w:rPr>
              <w:t>記入</w:t>
            </w:r>
            <w:r w:rsidR="000D5739">
              <w:rPr>
                <w:rFonts w:ascii="ＭＳ 明朝" w:hAnsi="ＭＳ 明朝" w:hint="eastAsia"/>
                <w:sz w:val="16"/>
                <w:szCs w:val="16"/>
              </w:rPr>
              <w:t>して下さい</w:t>
            </w:r>
            <w:r w:rsidRPr="00DE24B2">
              <w:rPr>
                <w:rFonts w:ascii="ＭＳ 明朝" w:hAnsi="ＭＳ 明朝" w:hint="eastAsia"/>
                <w:sz w:val="16"/>
                <w:szCs w:val="16"/>
              </w:rPr>
              <w:t>)</w:t>
            </w:r>
            <w:r w:rsidRPr="00DE24B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7BC9555F" w14:textId="77777777" w:rsidR="00CA320D" w:rsidRPr="00CA320D" w:rsidRDefault="00CA320D" w:rsidP="00CA320D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A320D" w14:paraId="0C1215A6" w14:textId="77777777">
        <w:trPr>
          <w:gridBefore w:val="2"/>
          <w:gridAfter w:val="1"/>
          <w:wBefore w:w="529" w:type="dxa"/>
          <w:wAfter w:w="46" w:type="dxa"/>
          <w:cantSplit/>
          <w:trHeight w:hRule="exact" w:val="1275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88E3B" w14:textId="77777777" w:rsidR="00CA320D" w:rsidRDefault="00CA320D" w:rsidP="00FD68D8">
            <w:pPr>
              <w:ind w:firstLineChars="50" w:firstLine="10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3</w:t>
            </w: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 xml:space="preserve"> </w:t>
            </w:r>
            <w:r w:rsidRPr="007F07F8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所定の成果</w:t>
            </w:r>
          </w:p>
          <w:p w14:paraId="35253B49" w14:textId="77777777" w:rsidR="00CA320D" w:rsidRDefault="00CA320D" w:rsidP="00FD68D8">
            <w:pPr>
              <w:ind w:firstLineChars="50" w:firstLine="10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　</w:t>
            </w:r>
            <w:r w:rsidRPr="007F07F8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公表の方法</w:t>
            </w:r>
          </w:p>
        </w:tc>
        <w:tc>
          <w:tcPr>
            <w:tcW w:w="688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</w:tcPr>
          <w:p w14:paraId="70602ECB" w14:textId="77777777" w:rsidR="00CA320D" w:rsidRDefault="00CA320D" w:rsidP="00CA320D">
            <w:pPr>
              <w:ind w:firstLineChars="100" w:firstLine="160"/>
              <w:rPr>
                <w:rFonts w:ascii="ＭＳ 明朝" w:hAnsi="ＭＳ 明朝"/>
                <w:sz w:val="16"/>
                <w:szCs w:val="16"/>
              </w:rPr>
            </w:pPr>
          </w:p>
          <w:p w14:paraId="34F00254" w14:textId="77777777" w:rsidR="00CA320D" w:rsidRPr="00CA320D" w:rsidRDefault="00CA320D" w:rsidP="00CA320D">
            <w:pPr>
              <w:ind w:firstLineChars="100" w:firstLine="160"/>
              <w:rPr>
                <w:sz w:val="18"/>
                <w:szCs w:val="18"/>
              </w:rPr>
            </w:pPr>
            <w:r w:rsidRPr="00DE24B2">
              <w:rPr>
                <w:rFonts w:ascii="ＭＳ 明朝" w:hAnsi="ＭＳ 明朝" w:hint="eastAsia"/>
                <w:sz w:val="16"/>
                <w:szCs w:val="16"/>
              </w:rPr>
              <w:t>(申請時の計画について該当する</w:t>
            </w:r>
            <w:r>
              <w:rPr>
                <w:rFonts w:ascii="ＭＳ 明朝" w:hAnsi="ＭＳ 明朝" w:hint="eastAsia"/>
                <w:sz w:val="16"/>
                <w:szCs w:val="16"/>
              </w:rPr>
              <w:t>番号</w:t>
            </w:r>
            <w:r w:rsidRPr="00DE24B2">
              <w:rPr>
                <w:rFonts w:ascii="ＭＳ 明朝" w:hAnsi="ＭＳ 明朝" w:hint="eastAsia"/>
                <w:sz w:val="16"/>
                <w:szCs w:val="16"/>
              </w:rPr>
              <w:t>を右欄に記入</w:t>
            </w:r>
            <w:r w:rsidR="000D5739">
              <w:rPr>
                <w:rFonts w:ascii="ＭＳ 明朝" w:hAnsi="ＭＳ 明朝" w:hint="eastAsia"/>
                <w:sz w:val="16"/>
                <w:szCs w:val="16"/>
              </w:rPr>
              <w:t>して下さい</w:t>
            </w:r>
            <w:r w:rsidRPr="00DE24B2">
              <w:rPr>
                <w:rFonts w:ascii="ＭＳ 明朝" w:hAnsi="ＭＳ 明朝" w:hint="eastAsia"/>
                <w:sz w:val="16"/>
                <w:szCs w:val="16"/>
              </w:rPr>
              <w:t>)</w:t>
            </w:r>
            <w:r w:rsidRPr="00DE24B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76962F99" w14:textId="77777777" w:rsidR="00CA320D" w:rsidRPr="00195D40" w:rsidRDefault="00CA320D" w:rsidP="00CA320D">
            <w:pPr>
              <w:ind w:firstLineChars="100" w:firstLine="160"/>
              <w:rPr>
                <w:rFonts w:ascii="ＭＳ 明朝" w:hAnsi="ＭＳ 明朝"/>
                <w:sz w:val="16"/>
                <w:szCs w:val="16"/>
              </w:rPr>
            </w:pPr>
          </w:p>
          <w:p w14:paraId="7AACEDAD" w14:textId="77777777" w:rsidR="00CA320D" w:rsidRPr="00F84D73" w:rsidRDefault="00CA320D" w:rsidP="00CA320D">
            <w:pPr>
              <w:rPr>
                <w:rFonts w:ascii="ＭＳ 明朝" w:hAnsi="ＭＳ 明朝"/>
                <w:sz w:val="18"/>
                <w:szCs w:val="18"/>
              </w:rPr>
            </w:pPr>
            <w:r w:rsidRPr="00DE24B2">
              <w:rPr>
                <w:rFonts w:ascii="ＭＳ 明朝" w:hAnsi="ＭＳ 明朝" w:hint="eastAsia"/>
                <w:sz w:val="18"/>
                <w:szCs w:val="18"/>
              </w:rPr>
              <w:t>１「書学書道史研究」への投稿　　　２　学会ホームページへの投稿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26F1AB" w14:textId="77777777" w:rsidR="00CA320D" w:rsidRPr="00F84D73" w:rsidRDefault="00CA320D" w:rsidP="00CA320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A1287" w14:paraId="2ED77868" w14:textId="77777777">
        <w:trPr>
          <w:gridAfter w:val="1"/>
          <w:wAfter w:w="46" w:type="dxa"/>
          <w:cantSplit/>
          <w:trHeight w:hRule="exact" w:val="708"/>
        </w:trPr>
        <w:tc>
          <w:tcPr>
            <w:tcW w:w="425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CD543B1" w14:textId="77777777" w:rsidR="00DA1287" w:rsidRPr="001E28A4" w:rsidRDefault="00DA1287" w:rsidP="00DA1287">
            <w:pPr>
              <w:pStyle w:val="a3"/>
              <w:spacing w:before="125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                                                                                         </w:t>
            </w:r>
          </w:p>
        </w:tc>
        <w:tc>
          <w:tcPr>
            <w:tcW w:w="104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vAlign w:val="center"/>
          </w:tcPr>
          <w:p w14:paraId="0C92B499" w14:textId="77777777" w:rsidR="00DA1287" w:rsidRPr="00F84D73" w:rsidRDefault="00DA1287" w:rsidP="00DA1287">
            <w:pPr>
              <w:pStyle w:val="a3"/>
              <w:spacing w:before="125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26F625" w14:textId="77777777" w:rsidR="00DA1287" w:rsidRPr="00736792" w:rsidRDefault="00DA1287" w:rsidP="00FD68D8">
            <w:pPr>
              <w:pStyle w:val="a3"/>
              <w:ind w:firstLineChars="50" w:firstLine="100"/>
              <w:rPr>
                <w:rFonts w:ascii="ＭＳ ゴシック" w:eastAsia="ＭＳ ゴシック" w:hAnsi="ＭＳ ゴシック"/>
                <w:spacing w:val="0"/>
                <w:sz w:val="20"/>
                <w:szCs w:val="20"/>
              </w:rPr>
            </w:pPr>
            <w:r w:rsidRPr="00736792">
              <w:rPr>
                <w:rFonts w:ascii="ＭＳ ゴシック" w:eastAsia="ＭＳ ゴシック" w:hAnsi="ＭＳ ゴシック" w:cs="Century" w:hint="eastAsia"/>
                <w:b/>
                <w:spacing w:val="0"/>
                <w:sz w:val="20"/>
                <w:szCs w:val="20"/>
              </w:rPr>
              <w:t xml:space="preserve">4 </w:t>
            </w:r>
            <w:r w:rsidRPr="00736792">
              <w:rPr>
                <w:rFonts w:ascii="ＭＳ ゴシック" w:eastAsia="ＭＳ ゴシック" w:hAnsi="ＭＳ ゴシック" w:hint="eastAsia"/>
                <w:b/>
                <w:spacing w:val="0"/>
                <w:sz w:val="20"/>
                <w:szCs w:val="20"/>
              </w:rPr>
              <w:t>研究代表者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BDDBDC" w14:textId="77777777" w:rsidR="00704932" w:rsidRPr="00704932" w:rsidRDefault="00704932" w:rsidP="00DA1287">
            <w:pPr>
              <w:jc w:val="center"/>
              <w:rPr>
                <w:sz w:val="12"/>
                <w:szCs w:val="18"/>
              </w:rPr>
            </w:pPr>
            <w:r w:rsidRPr="00704932">
              <w:rPr>
                <w:rFonts w:hint="eastAsia"/>
                <w:sz w:val="12"/>
                <w:szCs w:val="18"/>
              </w:rPr>
              <w:t>フ</w:t>
            </w:r>
            <w:r w:rsidRPr="00704932">
              <w:rPr>
                <w:sz w:val="12"/>
                <w:szCs w:val="18"/>
              </w:rPr>
              <w:t xml:space="preserve"> </w:t>
            </w:r>
            <w:r w:rsidRPr="00704932">
              <w:rPr>
                <w:rFonts w:hint="eastAsia"/>
                <w:sz w:val="12"/>
                <w:szCs w:val="18"/>
              </w:rPr>
              <w:t>リ</w:t>
            </w:r>
            <w:r w:rsidRPr="00704932">
              <w:rPr>
                <w:sz w:val="12"/>
                <w:szCs w:val="18"/>
              </w:rPr>
              <w:t xml:space="preserve"> </w:t>
            </w:r>
            <w:r w:rsidRPr="00704932">
              <w:rPr>
                <w:rFonts w:hint="eastAsia"/>
                <w:sz w:val="12"/>
                <w:szCs w:val="18"/>
              </w:rPr>
              <w:t>ガ</w:t>
            </w:r>
            <w:r w:rsidRPr="00704932">
              <w:rPr>
                <w:sz w:val="12"/>
                <w:szCs w:val="18"/>
              </w:rPr>
              <w:t xml:space="preserve"> </w:t>
            </w:r>
            <w:r w:rsidRPr="00704932">
              <w:rPr>
                <w:rFonts w:hint="eastAsia"/>
                <w:sz w:val="12"/>
                <w:szCs w:val="18"/>
              </w:rPr>
              <w:t>ナ</w:t>
            </w:r>
          </w:p>
          <w:p w14:paraId="66A8487B" w14:textId="77777777" w:rsidR="00DA1287" w:rsidRPr="00616740" w:rsidRDefault="00DA1287" w:rsidP="00DA1287">
            <w:pPr>
              <w:jc w:val="center"/>
              <w:rPr>
                <w:sz w:val="18"/>
                <w:szCs w:val="18"/>
              </w:rPr>
            </w:pPr>
            <w:r w:rsidRPr="00616740">
              <w:rPr>
                <w:rFonts w:hint="eastAsia"/>
                <w:sz w:val="18"/>
                <w:szCs w:val="18"/>
              </w:rPr>
              <w:t>氏　　名</w:t>
            </w:r>
          </w:p>
        </w:tc>
        <w:tc>
          <w:tcPr>
            <w:tcW w:w="7089" w:type="dxa"/>
            <w:gridSpan w:val="8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0F19469" w14:textId="77777777" w:rsidR="00DA1287" w:rsidRPr="00F84D73" w:rsidRDefault="00155381" w:rsidP="00155381">
            <w:pPr>
              <w:pStyle w:val="a3"/>
              <w:spacing w:before="125"/>
              <w:rPr>
                <w:rFonts w:ascii="ＭＳ 明朝" w:hAnsi="ＭＳ 明朝"/>
                <w:spacing w:val="0"/>
                <w:sz w:val="18"/>
                <w:szCs w:val="18"/>
              </w:rPr>
            </w:pPr>
            <w:r>
              <w:rPr>
                <w:rFonts w:ascii="ＭＳ 明朝" w:hAnsi="ＭＳ 明朝"/>
                <w:spacing w:val="0"/>
                <w:sz w:val="18"/>
                <w:szCs w:val="18"/>
              </w:rPr>
              <w:t xml:space="preserve">     </w:t>
            </w:r>
          </w:p>
        </w:tc>
      </w:tr>
      <w:tr w:rsidR="00DA1287" w14:paraId="16FD6379" w14:textId="77777777">
        <w:trPr>
          <w:gridAfter w:val="1"/>
          <w:wAfter w:w="46" w:type="dxa"/>
          <w:cantSplit/>
          <w:trHeight w:hRule="exact" w:val="576"/>
        </w:trPr>
        <w:tc>
          <w:tcPr>
            <w:tcW w:w="425" w:type="dxa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B32F5B7" w14:textId="77777777" w:rsidR="00DA1287" w:rsidRDefault="00DA1287" w:rsidP="00DA1287">
            <w:pPr>
              <w:pStyle w:val="a3"/>
              <w:spacing w:before="125"/>
              <w:rPr>
                <w:rFonts w:ascii="ＭＳ 明朝" w:hAnsi="ＭＳ 明朝"/>
                <w:spacing w:val="0"/>
              </w:rPr>
            </w:pPr>
          </w:p>
        </w:tc>
        <w:tc>
          <w:tcPr>
            <w:tcW w:w="104" w:type="dxa"/>
            <w:vMerge/>
            <w:tcBorders>
              <w:left w:val="single" w:sz="4" w:space="0" w:color="FFFFFF"/>
              <w:bottom w:val="nil"/>
              <w:right w:val="nil"/>
            </w:tcBorders>
            <w:vAlign w:val="center"/>
          </w:tcPr>
          <w:p w14:paraId="0D092F59" w14:textId="77777777" w:rsidR="00DA1287" w:rsidRPr="00F84D73" w:rsidRDefault="00DA1287" w:rsidP="00DA1287">
            <w:pPr>
              <w:pStyle w:val="a3"/>
              <w:spacing w:before="125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6A0FD9" w14:textId="77777777" w:rsidR="00DA1287" w:rsidRPr="00736792" w:rsidRDefault="00DA1287" w:rsidP="00FD68D8">
            <w:pPr>
              <w:pStyle w:val="a3"/>
              <w:ind w:firstLineChars="50" w:firstLine="100"/>
              <w:rPr>
                <w:rFonts w:ascii="ＭＳ ゴシック" w:eastAsia="ＭＳ ゴシック" w:hAnsi="ＭＳ ゴシック" w:cs="Century"/>
                <w:b/>
                <w:spacing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B93E" w14:textId="77777777" w:rsidR="00DA1287" w:rsidRPr="00195D40" w:rsidRDefault="00DA1287" w:rsidP="00DA1287">
            <w:pPr>
              <w:jc w:val="center"/>
              <w:rPr>
                <w:sz w:val="18"/>
                <w:szCs w:val="18"/>
              </w:rPr>
            </w:pPr>
            <w:r w:rsidRPr="00195D40"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3970" w:type="dxa"/>
            <w:gridSpan w:val="3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8456F51" w14:textId="77777777" w:rsidR="00DA1287" w:rsidRPr="00195D40" w:rsidRDefault="00DA1287" w:rsidP="00DA1287">
            <w:pPr>
              <w:rPr>
                <w:rFonts w:ascii="ＭＳ 明朝" w:hAnsi="ＭＳ 明朝"/>
                <w:sz w:val="18"/>
                <w:szCs w:val="18"/>
              </w:rPr>
            </w:pPr>
            <w:r w:rsidRPr="00195D40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704932" w:rsidRPr="00DE24B2">
              <w:rPr>
                <w:rFonts w:ascii="ＭＳ 明朝" w:hAnsi="ＭＳ 明朝" w:hint="eastAsia"/>
                <w:sz w:val="16"/>
                <w:szCs w:val="16"/>
              </w:rPr>
              <w:t>(</w:t>
            </w:r>
            <w:r w:rsidR="00704932">
              <w:rPr>
                <w:rFonts w:ascii="ＭＳ 明朝" w:hAnsi="ＭＳ 明朝" w:hint="eastAsia"/>
                <w:sz w:val="16"/>
                <w:szCs w:val="16"/>
              </w:rPr>
              <w:t>西暦</w:t>
            </w:r>
            <w:r w:rsidR="00704932" w:rsidRPr="00DE24B2">
              <w:rPr>
                <w:rFonts w:ascii="ＭＳ 明朝" w:hAnsi="ＭＳ 明朝" w:hint="eastAsia"/>
                <w:sz w:val="16"/>
                <w:szCs w:val="16"/>
              </w:rPr>
              <w:t>)</w:t>
            </w:r>
            <w:r w:rsidR="00704932">
              <w:rPr>
                <w:rFonts w:ascii="ＭＳ 明朝" w:hAnsi="ＭＳ 明朝" w:hint="eastAsia"/>
                <w:sz w:val="18"/>
                <w:szCs w:val="18"/>
              </w:rPr>
              <w:t xml:space="preserve">　　　　　年　　月　</w:t>
            </w:r>
            <w:r w:rsidR="00704932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="00704932">
              <w:rPr>
                <w:rFonts w:ascii="ＭＳ 明朝" w:hAnsi="ＭＳ 明朝" w:hint="eastAsia"/>
                <w:sz w:val="18"/>
                <w:szCs w:val="18"/>
              </w:rPr>
              <w:t xml:space="preserve">日生（満　　</w:t>
            </w:r>
            <w:r w:rsidRPr="00195D40">
              <w:rPr>
                <w:rFonts w:ascii="ＭＳ 明朝" w:hAnsi="ＭＳ 明朝" w:hint="eastAsia"/>
                <w:sz w:val="18"/>
                <w:szCs w:val="18"/>
              </w:rPr>
              <w:t>歳）</w:t>
            </w:r>
          </w:p>
        </w:tc>
        <w:tc>
          <w:tcPr>
            <w:tcW w:w="635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CC5090" w14:textId="77777777" w:rsidR="00DA1287" w:rsidRPr="00195D40" w:rsidRDefault="00DA1287" w:rsidP="00DA128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195D40">
              <w:rPr>
                <w:rFonts w:ascii="ＭＳ 明朝" w:hAnsi="ＭＳ 明朝" w:hint="eastAsia"/>
                <w:sz w:val="18"/>
                <w:szCs w:val="18"/>
              </w:rPr>
              <w:t>性別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0B3B91DC" w14:textId="77777777" w:rsidR="00DA1287" w:rsidRPr="00195D40" w:rsidRDefault="00DA1287" w:rsidP="00DA1287">
            <w:pPr>
              <w:spacing w:line="276" w:lineRule="auto"/>
              <w:ind w:left="120" w:hangingChars="100" w:hanging="120"/>
              <w:rPr>
                <w:rFonts w:ascii="ＭＳ 明朝" w:hAnsi="ＭＳ 明朝"/>
                <w:sz w:val="12"/>
                <w:szCs w:val="12"/>
              </w:rPr>
            </w:pPr>
            <w:r w:rsidRPr="00195D40">
              <w:rPr>
                <w:rFonts w:ascii="ＭＳ 明朝" w:hAnsi="ＭＳ 明朝" w:hint="eastAsia"/>
                <w:sz w:val="12"/>
                <w:szCs w:val="12"/>
              </w:rPr>
              <w:t>（該当する番号を右</w:t>
            </w:r>
            <w:r w:rsidR="00155381">
              <w:rPr>
                <w:rFonts w:ascii="ＭＳ 明朝" w:hAnsi="ＭＳ 明朝" w:hint="eastAsia"/>
                <w:sz w:val="12"/>
                <w:szCs w:val="12"/>
              </w:rPr>
              <w:t>欄</w:t>
            </w:r>
            <w:r w:rsidRPr="00195D40">
              <w:rPr>
                <w:rFonts w:ascii="ＭＳ 明朝" w:hAnsi="ＭＳ 明朝" w:hint="eastAsia"/>
                <w:sz w:val="12"/>
                <w:szCs w:val="12"/>
              </w:rPr>
              <w:t>に記入する）</w:t>
            </w:r>
          </w:p>
          <w:p w14:paraId="07576DFB" w14:textId="77777777" w:rsidR="00DA1287" w:rsidRPr="00195D40" w:rsidRDefault="00DA1287" w:rsidP="00DA1287">
            <w:pPr>
              <w:spacing w:line="276" w:lineRule="auto"/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195D40">
              <w:rPr>
                <w:rFonts w:ascii="ＭＳ 明朝" w:hAnsi="ＭＳ 明朝" w:hint="eastAsia"/>
                <w:sz w:val="18"/>
                <w:szCs w:val="18"/>
              </w:rPr>
              <w:t xml:space="preserve">１ 男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195D40">
              <w:rPr>
                <w:rFonts w:ascii="ＭＳ 明朝" w:hAnsi="ＭＳ 明朝" w:hint="eastAsia"/>
                <w:sz w:val="18"/>
                <w:szCs w:val="18"/>
              </w:rPr>
              <w:t xml:space="preserve">　２ 女</w:t>
            </w:r>
          </w:p>
        </w:tc>
        <w:tc>
          <w:tcPr>
            <w:tcW w:w="568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22ED7B" w14:textId="77777777" w:rsidR="00DA1287" w:rsidRPr="00195D40" w:rsidRDefault="00DA1287" w:rsidP="00DA1287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DA1287" w14:paraId="46691766" w14:textId="77777777">
        <w:trPr>
          <w:gridAfter w:val="1"/>
          <w:wAfter w:w="46" w:type="dxa"/>
          <w:cantSplit/>
          <w:trHeight w:hRule="exact" w:val="574"/>
        </w:trPr>
        <w:tc>
          <w:tcPr>
            <w:tcW w:w="425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1DDDFFE" w14:textId="77777777" w:rsidR="00DA1287" w:rsidRPr="001E28A4" w:rsidRDefault="00DA1287" w:rsidP="00DA1287">
            <w:pPr>
              <w:pStyle w:val="a3"/>
              <w:spacing w:before="125"/>
              <w:rPr>
                <w:spacing w:val="0"/>
              </w:rPr>
            </w:pPr>
          </w:p>
        </w:tc>
        <w:tc>
          <w:tcPr>
            <w:tcW w:w="104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vAlign w:val="center"/>
          </w:tcPr>
          <w:p w14:paraId="07E6CE3F" w14:textId="77777777" w:rsidR="00DA1287" w:rsidRPr="00F84D73" w:rsidRDefault="00DA1287" w:rsidP="00DA1287">
            <w:pPr>
              <w:pStyle w:val="a3"/>
              <w:spacing w:before="125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82F87D" w14:textId="77777777" w:rsidR="00DA1287" w:rsidRPr="00F84D73" w:rsidRDefault="00DA1287" w:rsidP="00DA1287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3B6B2" w14:textId="77777777" w:rsidR="00DA1287" w:rsidRPr="00616740" w:rsidRDefault="00DA1287" w:rsidP="00DA1287">
            <w:pPr>
              <w:jc w:val="center"/>
              <w:rPr>
                <w:sz w:val="18"/>
                <w:szCs w:val="18"/>
              </w:rPr>
            </w:pPr>
            <w:r w:rsidRPr="00616740">
              <w:rPr>
                <w:rFonts w:hint="eastAsia"/>
                <w:sz w:val="18"/>
                <w:szCs w:val="18"/>
              </w:rPr>
              <w:t>所属機関</w:t>
            </w:r>
          </w:p>
        </w:tc>
        <w:tc>
          <w:tcPr>
            <w:tcW w:w="708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0471A0" w14:textId="77777777" w:rsidR="00DA1287" w:rsidRPr="00F84D73" w:rsidRDefault="00DA1287" w:rsidP="00DA1287">
            <w:pPr>
              <w:pStyle w:val="a3"/>
              <w:spacing w:before="125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  <w:p w14:paraId="3C87F259" w14:textId="77777777" w:rsidR="00DA1287" w:rsidRPr="00F84D73" w:rsidRDefault="00DA1287" w:rsidP="00DA1287">
            <w:pPr>
              <w:pStyle w:val="a3"/>
              <w:spacing w:before="125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</w:tc>
      </w:tr>
      <w:tr w:rsidR="00DA1287" w14:paraId="6CB84AD6" w14:textId="77777777">
        <w:trPr>
          <w:gridAfter w:val="1"/>
          <w:wAfter w:w="46" w:type="dxa"/>
          <w:cantSplit/>
          <w:trHeight w:hRule="exact" w:val="554"/>
        </w:trPr>
        <w:tc>
          <w:tcPr>
            <w:tcW w:w="425" w:type="dxa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8B38071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left w:val="single" w:sz="4" w:space="0" w:color="FFFFFF"/>
              <w:right w:val="nil"/>
            </w:tcBorders>
            <w:vAlign w:val="center"/>
          </w:tcPr>
          <w:p w14:paraId="29534778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E986F4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B3FF7" w14:textId="77777777" w:rsidR="00DA1287" w:rsidRPr="00616740" w:rsidRDefault="00DA1287" w:rsidP="00DA1287">
            <w:pPr>
              <w:jc w:val="center"/>
              <w:rPr>
                <w:sz w:val="18"/>
                <w:szCs w:val="18"/>
              </w:rPr>
            </w:pPr>
            <w:r w:rsidRPr="00616740">
              <w:rPr>
                <w:rFonts w:hint="eastAsia"/>
                <w:sz w:val="18"/>
                <w:szCs w:val="18"/>
              </w:rPr>
              <w:t>部</w:t>
            </w:r>
            <w:r w:rsidRPr="00616740">
              <w:rPr>
                <w:rFonts w:hint="eastAsia"/>
                <w:sz w:val="18"/>
                <w:szCs w:val="18"/>
              </w:rPr>
              <w:t xml:space="preserve"> </w:t>
            </w:r>
            <w:r w:rsidRPr="00616740">
              <w:rPr>
                <w:rFonts w:hint="eastAsia"/>
                <w:sz w:val="18"/>
                <w:szCs w:val="18"/>
              </w:rPr>
              <w:t>局</w:t>
            </w:r>
            <w:r w:rsidRPr="00616740"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708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01D45A" w14:textId="77777777" w:rsidR="00DA1287" w:rsidRPr="00F84D73" w:rsidRDefault="00DA1287" w:rsidP="00DA1287">
            <w:pPr>
              <w:pStyle w:val="a3"/>
              <w:spacing w:before="125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  <w:p w14:paraId="503C50A5" w14:textId="77777777" w:rsidR="00DA1287" w:rsidRPr="00F84D73" w:rsidRDefault="00DA1287" w:rsidP="00DA1287">
            <w:pPr>
              <w:pStyle w:val="a3"/>
              <w:spacing w:before="125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  <w:p w14:paraId="34EE9C83" w14:textId="77777777" w:rsidR="00DA1287" w:rsidRPr="00F84D73" w:rsidRDefault="00DA1287" w:rsidP="00DA1287">
            <w:pPr>
              <w:pStyle w:val="a3"/>
              <w:spacing w:before="125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  <w:p w14:paraId="40F72DDF" w14:textId="77777777" w:rsidR="00DA1287" w:rsidRPr="00F84D73" w:rsidRDefault="00DA1287" w:rsidP="00DA1287">
            <w:pPr>
              <w:pStyle w:val="a3"/>
              <w:spacing w:before="125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  <w:p w14:paraId="65A7AD82" w14:textId="77777777" w:rsidR="00DA1287" w:rsidRPr="00F84D73" w:rsidRDefault="00DA1287" w:rsidP="00DA1287">
            <w:pPr>
              <w:pStyle w:val="a3"/>
              <w:spacing w:before="125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</w:tc>
      </w:tr>
      <w:tr w:rsidR="00DA1287" w14:paraId="19C09229" w14:textId="77777777">
        <w:trPr>
          <w:gridAfter w:val="1"/>
          <w:wAfter w:w="46" w:type="dxa"/>
          <w:cantSplit/>
          <w:trHeight w:hRule="exact" w:val="576"/>
        </w:trPr>
        <w:tc>
          <w:tcPr>
            <w:tcW w:w="425" w:type="dxa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51BE22F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left w:val="single" w:sz="4" w:space="0" w:color="FFFFFF"/>
              <w:right w:val="nil"/>
            </w:tcBorders>
            <w:vAlign w:val="center"/>
          </w:tcPr>
          <w:p w14:paraId="49C11B63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44779D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82ED" w14:textId="77777777" w:rsidR="00DA1287" w:rsidRPr="00616740" w:rsidRDefault="00B26891" w:rsidP="00DA128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職</w:t>
            </w:r>
          </w:p>
        </w:tc>
        <w:tc>
          <w:tcPr>
            <w:tcW w:w="708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847D1C" w14:textId="77777777" w:rsidR="00DA1287" w:rsidRPr="00F84D73" w:rsidRDefault="00DA1287" w:rsidP="00DA1287">
            <w:pPr>
              <w:pStyle w:val="a3"/>
              <w:spacing w:before="125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</w:tc>
      </w:tr>
      <w:tr w:rsidR="00DA1287" w:rsidRPr="00E84F04" w14:paraId="1C5BD944" w14:textId="77777777">
        <w:trPr>
          <w:gridAfter w:val="1"/>
          <w:wAfter w:w="46" w:type="dxa"/>
          <w:cantSplit/>
          <w:trHeight w:hRule="exact" w:val="1736"/>
        </w:trPr>
        <w:tc>
          <w:tcPr>
            <w:tcW w:w="425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BB3F375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left w:val="single" w:sz="4" w:space="0" w:color="FFFFFF"/>
              <w:right w:val="nil"/>
            </w:tcBorders>
            <w:vAlign w:val="center"/>
          </w:tcPr>
          <w:p w14:paraId="118F8AB3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C8BB89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F4DB1" w14:textId="77777777" w:rsidR="00DA1287" w:rsidRPr="00F84D73" w:rsidRDefault="00DA1287" w:rsidP="00DA1287">
            <w:pPr>
              <w:pStyle w:val="a3"/>
              <w:jc w:val="center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F84D73">
              <w:rPr>
                <w:rFonts w:ascii="ＭＳ 明朝" w:hAnsi="ＭＳ 明朝" w:cs="Century" w:hint="eastAsia"/>
                <w:spacing w:val="0"/>
                <w:sz w:val="18"/>
                <w:szCs w:val="18"/>
              </w:rPr>
              <w:t>所 在 地</w:t>
            </w:r>
          </w:p>
          <w:p w14:paraId="58E42763" w14:textId="77777777" w:rsidR="00DA1287" w:rsidRPr="00F84D73" w:rsidRDefault="00DA1287" w:rsidP="00DA1287">
            <w:pPr>
              <w:pStyle w:val="a3"/>
              <w:jc w:val="center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  <w:p w14:paraId="43C7E19F" w14:textId="77777777" w:rsidR="00DA1287" w:rsidRPr="00F84D73" w:rsidRDefault="00DA1287" w:rsidP="00DA1287">
            <w:pPr>
              <w:pStyle w:val="a3"/>
              <w:jc w:val="center"/>
              <w:rPr>
                <w:rFonts w:ascii="ＭＳ 明朝" w:hAnsi="ＭＳ 明朝"/>
                <w:spacing w:val="0"/>
                <w:sz w:val="18"/>
                <w:szCs w:val="18"/>
              </w:rPr>
            </w:pPr>
          </w:p>
          <w:p w14:paraId="662776BD" w14:textId="77777777" w:rsidR="00DA1287" w:rsidRPr="00F84D73" w:rsidRDefault="00DA1287" w:rsidP="00DA1287">
            <w:pPr>
              <w:pStyle w:val="a3"/>
              <w:jc w:val="center"/>
              <w:rPr>
                <w:rFonts w:ascii="ＭＳ 明朝" w:hAnsi="ＭＳ 明朝"/>
                <w:spacing w:val="0"/>
                <w:sz w:val="18"/>
                <w:szCs w:val="18"/>
              </w:rPr>
            </w:pPr>
            <w:r w:rsidRPr="00F84D73">
              <w:rPr>
                <w:rFonts w:ascii="ＭＳ 明朝" w:hAnsi="ＭＳ 明朝" w:cs="Century" w:hint="eastAsia"/>
                <w:spacing w:val="0"/>
                <w:sz w:val="18"/>
                <w:szCs w:val="18"/>
              </w:rPr>
              <w:t>連 絡 先</w:t>
            </w:r>
          </w:p>
        </w:tc>
        <w:tc>
          <w:tcPr>
            <w:tcW w:w="708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0312AB" w14:textId="77777777" w:rsidR="00DA1287" w:rsidRPr="00E84F04" w:rsidRDefault="00DA1287" w:rsidP="00DA1287">
            <w:pPr>
              <w:pStyle w:val="a3"/>
              <w:ind w:firstLineChars="50" w:firstLine="90"/>
              <w:rPr>
                <w:rFonts w:ascii="ＭＳ 明朝" w:hAnsi="ＭＳ 明朝"/>
                <w:spacing w:val="0"/>
                <w:sz w:val="18"/>
                <w:szCs w:val="18"/>
                <w:lang w:val="fr-FR"/>
              </w:rPr>
            </w:pPr>
            <w:r w:rsidRPr="00F84D73">
              <w:rPr>
                <w:rFonts w:ascii="ＭＳ 明朝" w:hAnsi="ＭＳ 明朝" w:hint="eastAsia"/>
                <w:spacing w:val="0"/>
                <w:sz w:val="18"/>
                <w:szCs w:val="18"/>
              </w:rPr>
              <w:t>〒</w:t>
            </w:r>
          </w:p>
          <w:p w14:paraId="77EFF412" w14:textId="77777777" w:rsidR="00DA1287" w:rsidRPr="00E84F04" w:rsidRDefault="00DA1287" w:rsidP="00DA1287">
            <w:pPr>
              <w:pStyle w:val="a3"/>
              <w:rPr>
                <w:rFonts w:ascii="ＭＳ 明朝" w:hAnsi="ＭＳ 明朝"/>
                <w:spacing w:val="0"/>
                <w:sz w:val="18"/>
                <w:szCs w:val="18"/>
                <w:lang w:val="fr-FR"/>
              </w:rPr>
            </w:pPr>
          </w:p>
          <w:p w14:paraId="4B736175" w14:textId="77777777" w:rsidR="00DA1287" w:rsidRPr="00E84F04" w:rsidRDefault="00DA1287" w:rsidP="00DA1287">
            <w:pPr>
              <w:pStyle w:val="a3"/>
              <w:rPr>
                <w:rFonts w:ascii="ＭＳ 明朝" w:hAnsi="ＭＳ 明朝"/>
                <w:spacing w:val="0"/>
                <w:sz w:val="18"/>
                <w:szCs w:val="18"/>
                <w:lang w:val="fr-FR"/>
              </w:rPr>
            </w:pPr>
          </w:p>
          <w:p w14:paraId="246E965B" w14:textId="77777777" w:rsidR="00DA1287" w:rsidRPr="00E84F04" w:rsidRDefault="00DA1287" w:rsidP="00DA1287">
            <w:pPr>
              <w:pStyle w:val="a3"/>
              <w:ind w:firstLineChars="50" w:firstLine="89"/>
              <w:rPr>
                <w:rFonts w:ascii="ＭＳ 明朝" w:hAnsi="ＭＳ 明朝"/>
                <w:spacing w:val="0"/>
                <w:sz w:val="18"/>
                <w:szCs w:val="18"/>
                <w:lang w:val="fr-FR"/>
              </w:rPr>
            </w:pPr>
            <w:r w:rsidRPr="00E84F04">
              <w:rPr>
                <w:rFonts w:ascii="ＭＳ 明朝" w:hAnsi="ＭＳ 明朝" w:hint="eastAsia"/>
                <w:sz w:val="18"/>
                <w:szCs w:val="18"/>
                <w:lang w:val="fr-FR"/>
              </w:rPr>
              <w:t>Tel:</w:t>
            </w:r>
            <w:r w:rsidRPr="00E84F04">
              <w:rPr>
                <w:rFonts w:ascii="ＭＳ 明朝" w:hAnsi="ＭＳ 明朝" w:hint="eastAsia"/>
                <w:spacing w:val="0"/>
                <w:sz w:val="18"/>
                <w:szCs w:val="18"/>
                <w:lang w:val="fr-FR"/>
              </w:rPr>
              <w:t xml:space="preserve">                        </w:t>
            </w:r>
            <w:r>
              <w:rPr>
                <w:rFonts w:ascii="ＭＳ 明朝" w:hAnsi="ＭＳ 明朝" w:hint="eastAsia"/>
                <w:spacing w:val="0"/>
                <w:sz w:val="18"/>
                <w:szCs w:val="18"/>
              </w:rPr>
              <w:t xml:space="preserve">　　</w:t>
            </w:r>
            <w:r w:rsidRPr="00E84F04">
              <w:rPr>
                <w:rFonts w:ascii="ＭＳ 明朝" w:hAnsi="ＭＳ 明朝" w:hint="eastAsia"/>
                <w:sz w:val="18"/>
                <w:szCs w:val="18"/>
                <w:lang w:val="fr-FR"/>
              </w:rPr>
              <w:t>Fax:</w:t>
            </w:r>
          </w:p>
          <w:p w14:paraId="418AD429" w14:textId="77777777" w:rsidR="00DA1287" w:rsidRPr="00E84F04" w:rsidRDefault="00DA1287" w:rsidP="00DA1287">
            <w:pPr>
              <w:pStyle w:val="a3"/>
              <w:rPr>
                <w:rFonts w:ascii="ＭＳ 明朝" w:hAnsi="ＭＳ 明朝"/>
                <w:spacing w:val="0"/>
                <w:sz w:val="18"/>
                <w:szCs w:val="18"/>
                <w:lang w:val="fr-FR"/>
              </w:rPr>
            </w:pPr>
            <w:r w:rsidRPr="00E84F04">
              <w:rPr>
                <w:rFonts w:ascii="ＭＳ 明朝" w:hAnsi="ＭＳ 明朝" w:hint="eastAsia"/>
                <w:spacing w:val="0"/>
                <w:sz w:val="18"/>
                <w:szCs w:val="18"/>
                <w:lang w:val="fr-FR"/>
              </w:rPr>
              <w:t xml:space="preserve">                      </w:t>
            </w:r>
          </w:p>
          <w:p w14:paraId="05F9FE18" w14:textId="77777777" w:rsidR="00DA1287" w:rsidRPr="00E84F04" w:rsidRDefault="00DA1287" w:rsidP="00DA1287">
            <w:pPr>
              <w:pStyle w:val="a3"/>
              <w:ind w:firstLineChars="50" w:firstLine="89"/>
              <w:rPr>
                <w:rFonts w:ascii="ＭＳ 明朝" w:hAnsi="ＭＳ 明朝"/>
                <w:sz w:val="18"/>
                <w:szCs w:val="18"/>
                <w:lang w:val="fr-FR"/>
              </w:rPr>
            </w:pPr>
            <w:r w:rsidRPr="00E84F04">
              <w:rPr>
                <w:rFonts w:ascii="ＭＳ 明朝" w:hAnsi="ＭＳ 明朝" w:hint="eastAsia"/>
                <w:sz w:val="18"/>
                <w:szCs w:val="18"/>
                <w:lang w:val="fr-FR"/>
              </w:rPr>
              <w:t>E-Mail(PC):</w:t>
            </w:r>
          </w:p>
          <w:p w14:paraId="62957FFC" w14:textId="77777777" w:rsidR="00DA1287" w:rsidRPr="00E84F04" w:rsidRDefault="00DA1287" w:rsidP="00DA1287">
            <w:pPr>
              <w:pStyle w:val="a3"/>
              <w:rPr>
                <w:rFonts w:ascii="ＭＳ 明朝" w:hAnsi="ＭＳ 明朝"/>
                <w:spacing w:val="0"/>
                <w:sz w:val="18"/>
                <w:szCs w:val="18"/>
                <w:lang w:val="fr-FR"/>
              </w:rPr>
            </w:pPr>
          </w:p>
        </w:tc>
      </w:tr>
      <w:tr w:rsidR="00DA1287" w:rsidRPr="00FD5CF0" w14:paraId="501B8307" w14:textId="77777777">
        <w:trPr>
          <w:gridBefore w:val="2"/>
          <w:gridAfter w:val="1"/>
          <w:wBefore w:w="529" w:type="dxa"/>
          <w:wAfter w:w="46" w:type="dxa"/>
          <w:cantSplit/>
          <w:trHeight w:hRule="exact" w:val="433"/>
        </w:trPr>
        <w:tc>
          <w:tcPr>
            <w:tcW w:w="17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AABCB4" w14:textId="77777777" w:rsidR="00DA1287" w:rsidRDefault="00DA1287" w:rsidP="00FD68D8">
            <w:pPr>
              <w:ind w:firstLineChars="50" w:firstLine="10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5 </w:t>
            </w:r>
            <w:r w:rsidR="00B2689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研究分担者</w:t>
            </w:r>
          </w:p>
          <w:p w14:paraId="5316054E" w14:textId="77777777" w:rsidR="00DA1287" w:rsidRDefault="00B26891" w:rsidP="000D5739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 xml:space="preserve">　</w:t>
            </w:r>
            <w:r w:rsidR="000D5739">
              <w:rPr>
                <w:rFonts w:hint="eastAsia"/>
                <w:sz w:val="16"/>
                <w:szCs w:val="16"/>
              </w:rPr>
              <w:t>研究</w:t>
            </w:r>
            <w:r w:rsidR="00DA1287" w:rsidRPr="00D50D52">
              <w:rPr>
                <w:rFonts w:hint="eastAsia"/>
                <w:sz w:val="16"/>
                <w:szCs w:val="16"/>
              </w:rPr>
              <w:t>分担者がいる場合</w:t>
            </w:r>
            <w:r w:rsidR="000D5739">
              <w:rPr>
                <w:rFonts w:hint="eastAsia"/>
                <w:sz w:val="16"/>
                <w:szCs w:val="16"/>
              </w:rPr>
              <w:t>は、</w:t>
            </w:r>
            <w:r>
              <w:rPr>
                <w:rFonts w:hint="eastAsia"/>
                <w:sz w:val="16"/>
                <w:szCs w:val="16"/>
              </w:rPr>
              <w:t>氏名・所属機関・部局</w:t>
            </w:r>
            <w:r w:rsidR="00DA1287" w:rsidRPr="00010B22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職</w:t>
            </w:r>
            <w:r w:rsidR="00DA1287" w:rsidRPr="00010B22">
              <w:rPr>
                <w:rFonts w:hint="eastAsia"/>
                <w:sz w:val="16"/>
                <w:szCs w:val="16"/>
              </w:rPr>
              <w:t>を記述</w:t>
            </w:r>
            <w:r w:rsidR="000D5739">
              <w:rPr>
                <w:rFonts w:hint="eastAsia"/>
                <w:sz w:val="16"/>
                <w:szCs w:val="16"/>
              </w:rPr>
              <w:t>して下さい</w:t>
            </w:r>
            <w:r w:rsidR="00DA1287" w:rsidRPr="00010B22">
              <w:rPr>
                <w:rFonts w:hint="eastAsia"/>
                <w:sz w:val="16"/>
                <w:szCs w:val="16"/>
              </w:rPr>
              <w:t>。</w:t>
            </w:r>
          </w:p>
        </w:tc>
        <w:tc>
          <w:tcPr>
            <w:tcW w:w="822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D658DB" w14:textId="77777777" w:rsidR="00DA1287" w:rsidRPr="00AB5439" w:rsidRDefault="00DA1287" w:rsidP="00B26891">
            <w:pPr>
              <w:ind w:firstLineChars="300" w:firstLine="540"/>
              <w:rPr>
                <w:rFonts w:ascii="ＭＳ 明朝" w:hAnsi="ＭＳ 明朝"/>
                <w:sz w:val="18"/>
                <w:szCs w:val="18"/>
                <w:lang w:eastAsia="zh-TW"/>
              </w:rPr>
            </w:pPr>
            <w:r w:rsidRPr="00AB5439">
              <w:rPr>
                <w:rFonts w:hint="eastAsia"/>
                <w:sz w:val="18"/>
                <w:szCs w:val="18"/>
                <w:lang w:eastAsia="zh-TW"/>
              </w:rPr>
              <w:t xml:space="preserve">氏　名　　　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B26891">
              <w:rPr>
                <w:rFonts w:hint="eastAsia"/>
                <w:sz w:val="18"/>
                <w:szCs w:val="18"/>
                <w:lang w:eastAsia="zh-TW"/>
              </w:rPr>
              <w:t xml:space="preserve">　　　所属機関</w:t>
            </w:r>
            <w:r w:rsidRPr="00AB5439">
              <w:rPr>
                <w:rFonts w:hint="eastAsia"/>
                <w:sz w:val="18"/>
                <w:szCs w:val="18"/>
                <w:lang w:eastAsia="zh-TW"/>
              </w:rPr>
              <w:t xml:space="preserve">　　　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B26891">
              <w:rPr>
                <w:rFonts w:hint="eastAsia"/>
                <w:sz w:val="18"/>
                <w:szCs w:val="18"/>
                <w:lang w:eastAsia="zh-TW"/>
              </w:rPr>
              <w:t xml:space="preserve">　　　　部局</w:t>
            </w:r>
            <w:r w:rsidRPr="00AB5439">
              <w:rPr>
                <w:rFonts w:hint="eastAsia"/>
                <w:sz w:val="18"/>
                <w:szCs w:val="18"/>
                <w:lang w:eastAsia="zh-TW"/>
              </w:rPr>
              <w:t xml:space="preserve">　　　　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Pr="00AB5439">
              <w:rPr>
                <w:rFonts w:hint="eastAsia"/>
                <w:sz w:val="18"/>
                <w:szCs w:val="18"/>
                <w:lang w:eastAsia="zh-TW"/>
              </w:rPr>
              <w:t xml:space="preserve">　　　</w:t>
            </w:r>
            <w:r w:rsidR="00B26891">
              <w:rPr>
                <w:rFonts w:hint="eastAsia"/>
                <w:sz w:val="18"/>
                <w:szCs w:val="18"/>
                <w:lang w:eastAsia="zh-TW"/>
              </w:rPr>
              <w:t>職</w:t>
            </w:r>
          </w:p>
        </w:tc>
      </w:tr>
      <w:tr w:rsidR="00DA1287" w14:paraId="62A9C4FF" w14:textId="77777777">
        <w:trPr>
          <w:gridBefore w:val="2"/>
          <w:gridAfter w:val="1"/>
          <w:wBefore w:w="529" w:type="dxa"/>
          <w:wAfter w:w="46" w:type="dxa"/>
          <w:cantSplit/>
          <w:trHeight w:hRule="exact" w:val="3259"/>
        </w:trPr>
        <w:tc>
          <w:tcPr>
            <w:tcW w:w="173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E8998" w14:textId="77777777" w:rsidR="00DA1287" w:rsidRDefault="00DA1287" w:rsidP="00DA1287">
            <w:pPr>
              <w:rPr>
                <w:rFonts w:ascii="ＭＳ ゴシック" w:eastAsia="ＭＳ ゴシック" w:hAnsi="ＭＳ ゴシック"/>
                <w:b/>
                <w:sz w:val="20"/>
                <w:szCs w:val="20"/>
                <w:lang w:eastAsia="zh-TW"/>
              </w:rPr>
            </w:pPr>
          </w:p>
        </w:tc>
        <w:tc>
          <w:tcPr>
            <w:tcW w:w="822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717531" w14:textId="77777777" w:rsidR="00DA1287" w:rsidRPr="00F84D73" w:rsidRDefault="00DA1287" w:rsidP="00DA1287">
            <w:pPr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DA1287" w:rsidRPr="00616740" w14:paraId="6C429A7B" w14:textId="77777777">
        <w:trPr>
          <w:gridBefore w:val="2"/>
          <w:gridAfter w:val="1"/>
          <w:wBefore w:w="529" w:type="dxa"/>
          <w:wAfter w:w="46" w:type="dxa"/>
          <w:cantSplit/>
          <w:trHeight w:hRule="exact" w:val="1118"/>
        </w:trPr>
        <w:tc>
          <w:tcPr>
            <w:tcW w:w="9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5F74F91" w14:textId="77777777" w:rsidR="00BA406A" w:rsidRDefault="00DA1287" w:rsidP="00FD68D8">
            <w:pPr>
              <w:ind w:firstLineChars="50" w:firstLine="10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616740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lastRenderedPageBreak/>
              <w:t>６ 研究目的</w:t>
            </w:r>
            <w:r w:rsidR="00B2689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　</w:t>
            </w:r>
          </w:p>
          <w:p w14:paraId="1BB43ADB" w14:textId="77777777" w:rsidR="00BA406A" w:rsidRPr="00BA406A" w:rsidRDefault="00BA406A" w:rsidP="00BA406A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="00B26891">
              <w:rPr>
                <w:rFonts w:ascii="ＭＳ 明朝" w:hAnsi="ＭＳ 明朝" w:hint="eastAsia"/>
                <w:sz w:val="16"/>
                <w:szCs w:val="16"/>
              </w:rPr>
              <w:t>本欄には、研究の全体構成及びその中での本研究の具体的な目的について、</w:t>
            </w:r>
            <w:r w:rsidR="00B26891" w:rsidRPr="00BA406A">
              <w:rPr>
                <w:rFonts w:ascii="ＭＳ 明朝" w:hAnsi="ＭＳ 明朝" w:hint="eastAsia"/>
                <w:sz w:val="16"/>
                <w:szCs w:val="16"/>
                <w:u w:val="single"/>
              </w:rPr>
              <w:t>冒頭にその概要を簡潔にまとめて記述した上で</w:t>
            </w:r>
            <w:r w:rsidR="00B26891">
              <w:rPr>
                <w:rFonts w:ascii="ＭＳ 明朝" w:hAnsi="ＭＳ 明朝" w:hint="eastAsia"/>
                <w:sz w:val="16"/>
                <w:szCs w:val="16"/>
              </w:rPr>
              <w:t>、</w:t>
            </w:r>
            <w:r>
              <w:rPr>
                <w:rFonts w:ascii="ＭＳ 明朝" w:hAnsi="ＭＳ 明朝" w:hint="eastAsia"/>
                <w:sz w:val="16"/>
                <w:szCs w:val="16"/>
              </w:rPr>
              <w:t>適宜文献を引用しつつ、①研究の学術的背景、②研究期間内に何をどこまで明らかにしようとするのか、③当該分野における本研究の学術的な特色・独創的な点および予想される結果と意義に</w:t>
            </w:r>
            <w:r w:rsidR="00E045CE">
              <w:rPr>
                <w:rFonts w:ascii="ＭＳ 明朝" w:hAnsi="ＭＳ 明朝" w:hint="eastAsia"/>
                <w:sz w:val="16"/>
                <w:szCs w:val="16"/>
              </w:rPr>
              <w:t>焦点を絞り、具体的かつ明確に記述してください。</w:t>
            </w:r>
          </w:p>
        </w:tc>
      </w:tr>
      <w:tr w:rsidR="00DA1287" w14:paraId="2CFCCEEA" w14:textId="77777777" w:rsidTr="00E515AD">
        <w:trPr>
          <w:gridBefore w:val="2"/>
          <w:gridAfter w:val="1"/>
          <w:wBefore w:w="529" w:type="dxa"/>
          <w:wAfter w:w="46" w:type="dxa"/>
          <w:cantSplit/>
          <w:trHeight w:hRule="exact" w:val="5641"/>
        </w:trPr>
        <w:tc>
          <w:tcPr>
            <w:tcW w:w="9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2D3FFE" w14:textId="77777777" w:rsidR="00DA1287" w:rsidRPr="00F84D73" w:rsidRDefault="00DA1287" w:rsidP="00DA1287">
            <w:pPr>
              <w:rPr>
                <w:sz w:val="18"/>
                <w:szCs w:val="18"/>
              </w:rPr>
            </w:pPr>
          </w:p>
        </w:tc>
      </w:tr>
      <w:tr w:rsidR="00BA406A" w14:paraId="716A6A1B" w14:textId="77777777">
        <w:trPr>
          <w:gridBefore w:val="2"/>
          <w:gridAfter w:val="1"/>
          <w:wBefore w:w="529" w:type="dxa"/>
          <w:wAfter w:w="46" w:type="dxa"/>
          <w:cantSplit/>
          <w:trHeight w:val="822"/>
        </w:trPr>
        <w:tc>
          <w:tcPr>
            <w:tcW w:w="9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9AA01A" w14:textId="77777777" w:rsidR="00BA406A" w:rsidRDefault="00BA406A" w:rsidP="00FD68D8">
            <w:pPr>
              <w:ind w:firstLineChars="50" w:firstLine="10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７</w:t>
            </w:r>
            <w:r w:rsidRPr="00616740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研究計画・方法</w:t>
            </w:r>
          </w:p>
          <w:p w14:paraId="3BFCEF05" w14:textId="5A508622" w:rsidR="00BA406A" w:rsidRPr="00F84D73" w:rsidRDefault="00BA406A" w:rsidP="00BA406A">
            <w:pPr>
              <w:rPr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本欄には、研究目的を達成するための具体的な研究計画・方法について、</w:t>
            </w:r>
            <w:r w:rsidRPr="00BA406A">
              <w:rPr>
                <w:rFonts w:ascii="ＭＳ 明朝" w:hAnsi="ＭＳ 明朝" w:hint="eastAsia"/>
                <w:sz w:val="16"/>
                <w:szCs w:val="16"/>
                <w:u w:val="single"/>
              </w:rPr>
              <w:t>冒頭にその概要を簡潔にまとめて記述した上で</w:t>
            </w:r>
            <w:r w:rsidR="000059BE">
              <w:rPr>
                <w:rFonts w:ascii="ＭＳ 明朝" w:hAnsi="ＭＳ 明朝" w:hint="eastAsia"/>
                <w:sz w:val="16"/>
                <w:szCs w:val="16"/>
              </w:rPr>
              <w:t>、２０</w:t>
            </w:r>
            <w:r w:rsidR="00B6614B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="00F8016E">
              <w:rPr>
                <w:rFonts w:ascii="ＭＳ 明朝" w:hAnsi="ＭＳ 明朝" w:hint="eastAsia"/>
                <w:sz w:val="16"/>
                <w:szCs w:val="16"/>
              </w:rPr>
              <w:t>３</w:t>
            </w:r>
            <w:r w:rsidR="000059BE">
              <w:rPr>
                <w:rFonts w:ascii="ＭＳ 明朝" w:hAnsi="ＭＳ 明朝" w:hint="eastAsia"/>
                <w:sz w:val="16"/>
                <w:szCs w:val="16"/>
              </w:rPr>
              <w:t>年度の計画と２０</w:t>
            </w:r>
            <w:r w:rsidR="00E84F04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="00F8016E">
              <w:rPr>
                <w:rFonts w:ascii="ＭＳ 明朝" w:hAnsi="ＭＳ 明朝" w:hint="eastAsia"/>
                <w:sz w:val="16"/>
                <w:szCs w:val="16"/>
              </w:rPr>
              <w:t>４</w:t>
            </w:r>
            <w:r>
              <w:rPr>
                <w:rFonts w:ascii="ＭＳ 明朝" w:hAnsi="ＭＳ 明朝" w:hint="eastAsia"/>
                <w:sz w:val="16"/>
                <w:szCs w:val="16"/>
              </w:rPr>
              <w:t>年度の計画に分けて</w:t>
            </w:r>
            <w:r w:rsidR="0026200B">
              <w:rPr>
                <w:rFonts w:ascii="ＭＳ 明朝" w:hAnsi="ＭＳ 明朝" w:hint="eastAsia"/>
                <w:sz w:val="16"/>
                <w:szCs w:val="16"/>
              </w:rPr>
              <w:t>、適宜文献を引用しつつ、焦点を絞り、具体的かつ明確に記述してください。</w:t>
            </w:r>
          </w:p>
        </w:tc>
      </w:tr>
      <w:tr w:rsidR="00DA1287" w14:paraId="2899D480" w14:textId="77777777">
        <w:trPr>
          <w:gridBefore w:val="2"/>
          <w:gridAfter w:val="1"/>
          <w:wBefore w:w="529" w:type="dxa"/>
          <w:wAfter w:w="46" w:type="dxa"/>
          <w:cantSplit/>
          <w:trHeight w:hRule="exact" w:val="6335"/>
        </w:trPr>
        <w:tc>
          <w:tcPr>
            <w:tcW w:w="996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1A757F1A" w14:textId="77777777" w:rsidR="00DA1287" w:rsidRDefault="00DA1287" w:rsidP="00DA1287"/>
        </w:tc>
      </w:tr>
      <w:tr w:rsidR="00DA1287" w14:paraId="5192014F" w14:textId="77777777" w:rsidTr="00E515AD">
        <w:trPr>
          <w:gridBefore w:val="2"/>
          <w:gridAfter w:val="1"/>
          <w:wBefore w:w="529" w:type="dxa"/>
          <w:wAfter w:w="46" w:type="dxa"/>
          <w:cantSplit/>
          <w:trHeight w:val="252"/>
        </w:trPr>
        <w:tc>
          <w:tcPr>
            <w:tcW w:w="9962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79F3FD" w14:textId="77777777" w:rsidR="00DA1287" w:rsidRDefault="00DA1287" w:rsidP="00DA12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A1287" w14:paraId="32069F67" w14:textId="77777777">
        <w:trPr>
          <w:gridBefore w:val="2"/>
          <w:gridAfter w:val="1"/>
          <w:wBefore w:w="529" w:type="dxa"/>
          <w:wAfter w:w="46" w:type="dxa"/>
          <w:cantSplit/>
          <w:trHeight w:hRule="exact" w:val="91"/>
        </w:trPr>
        <w:tc>
          <w:tcPr>
            <w:tcW w:w="9962" w:type="dxa"/>
            <w:gridSpan w:val="12"/>
            <w:tcBorders>
              <w:top w:val="single" w:sz="4" w:space="0" w:color="auto"/>
            </w:tcBorders>
          </w:tcPr>
          <w:p w14:paraId="694909B7" w14:textId="77777777" w:rsidR="00DA1287" w:rsidRPr="00F84D73" w:rsidRDefault="00DA1287" w:rsidP="00DA1287">
            <w:pPr>
              <w:rPr>
                <w:rFonts w:ascii="ＭＳ 明朝" w:hAnsi="ＭＳ 明朝" w:cs="Century"/>
              </w:rPr>
            </w:pPr>
          </w:p>
        </w:tc>
      </w:tr>
      <w:tr w:rsidR="00DA1287" w14:paraId="0D9FFA8C" w14:textId="77777777">
        <w:trPr>
          <w:gridBefore w:val="2"/>
          <w:gridAfter w:val="1"/>
          <w:wBefore w:w="529" w:type="dxa"/>
          <w:wAfter w:w="46" w:type="dxa"/>
          <w:cantSplit/>
          <w:trHeight w:hRule="exact" w:val="693"/>
        </w:trPr>
        <w:tc>
          <w:tcPr>
            <w:tcW w:w="9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F7CD" w14:textId="77777777" w:rsidR="0026200B" w:rsidRDefault="00DA1287" w:rsidP="00FD68D8">
            <w:pPr>
              <w:ind w:firstLineChars="50" w:firstLine="10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lastRenderedPageBreak/>
              <w:t xml:space="preserve">８ </w:t>
            </w:r>
            <w:r w:rsidRPr="00BC72A2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研究成果公表の計画</w:t>
            </w:r>
          </w:p>
          <w:p w14:paraId="6FB854F4" w14:textId="77777777" w:rsidR="00DA1287" w:rsidRPr="0026200B" w:rsidRDefault="0026200B" w:rsidP="000D5739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本欄には、</w:t>
            </w:r>
            <w:r w:rsidR="005F1953">
              <w:rPr>
                <w:rFonts w:ascii="ＭＳ 明朝" w:hAnsi="ＭＳ 明朝" w:hint="eastAsia"/>
                <w:sz w:val="16"/>
                <w:szCs w:val="16"/>
              </w:rPr>
              <w:t>規程に定める公表方法以外に、成果の公表計画が有る場合に</w:t>
            </w:r>
            <w:r w:rsidR="00DA1287" w:rsidRPr="00B51FF2">
              <w:rPr>
                <w:rFonts w:ascii="ＭＳ 明朝" w:hAnsi="ＭＳ 明朝" w:hint="eastAsia"/>
                <w:sz w:val="16"/>
                <w:szCs w:val="16"/>
              </w:rPr>
              <w:t>記述</w:t>
            </w:r>
            <w:r w:rsidR="000D5739">
              <w:rPr>
                <w:rFonts w:ascii="ＭＳ 明朝" w:hAnsi="ＭＳ 明朝" w:hint="eastAsia"/>
                <w:sz w:val="16"/>
                <w:szCs w:val="16"/>
              </w:rPr>
              <w:t>して下さい。無い場合は、その旨を記述して下さい</w:t>
            </w:r>
            <w:r w:rsidR="00DA1287" w:rsidRPr="00B51FF2"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</w:tc>
      </w:tr>
      <w:tr w:rsidR="00DA1287" w14:paraId="4A8532D8" w14:textId="77777777">
        <w:trPr>
          <w:gridBefore w:val="2"/>
          <w:gridAfter w:val="1"/>
          <w:wBefore w:w="529" w:type="dxa"/>
          <w:wAfter w:w="46" w:type="dxa"/>
          <w:cantSplit/>
          <w:trHeight w:val="1533"/>
        </w:trPr>
        <w:tc>
          <w:tcPr>
            <w:tcW w:w="9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B8189" w14:textId="77777777" w:rsidR="00DA1287" w:rsidRPr="00F84D73" w:rsidRDefault="00DA1287">
            <w:pPr>
              <w:pStyle w:val="a3"/>
              <w:spacing w:before="125"/>
              <w:rPr>
                <w:spacing w:val="0"/>
                <w:sz w:val="18"/>
                <w:szCs w:val="18"/>
              </w:rPr>
            </w:pPr>
          </w:p>
        </w:tc>
      </w:tr>
      <w:tr w:rsidR="00DA1287" w14:paraId="487824D0" w14:textId="77777777">
        <w:trPr>
          <w:gridBefore w:val="2"/>
          <w:gridAfter w:val="1"/>
          <w:wBefore w:w="529" w:type="dxa"/>
          <w:wAfter w:w="46" w:type="dxa"/>
          <w:cantSplit/>
          <w:trHeight w:val="768"/>
        </w:trPr>
        <w:tc>
          <w:tcPr>
            <w:tcW w:w="9962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FC6CA5" w14:textId="60E08F94" w:rsidR="0026200B" w:rsidRDefault="00DA1287" w:rsidP="00FD68D8">
            <w:pPr>
              <w:spacing w:line="276" w:lineRule="auto"/>
              <w:ind w:firstLineChars="50" w:firstLine="10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16740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９ 研究代表者の研究業績</w:t>
            </w:r>
            <w:r w:rsidRPr="00D229A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（近5年間・</w:t>
            </w:r>
            <w:r w:rsidR="001351BD">
              <w:rPr>
                <w:rFonts w:ascii="ＭＳ ゴシック" w:eastAsia="ＭＳ ゴシック" w:hAnsi="ＭＳ ゴシック" w:hint="eastAsia"/>
                <w:sz w:val="18"/>
                <w:szCs w:val="18"/>
              </w:rPr>
              <w:t>20</w:t>
            </w:r>
            <w:r w:rsidR="00B44D9B">
              <w:rPr>
                <w:rFonts w:ascii="ＭＳ ゴシック" w:eastAsia="ＭＳ ゴシック" w:hAnsi="ＭＳ ゴシック"/>
                <w:sz w:val="18"/>
                <w:szCs w:val="18"/>
              </w:rPr>
              <w:t>2</w:t>
            </w:r>
            <w:r w:rsidR="00F8016E">
              <w:rPr>
                <w:rFonts w:ascii="ＭＳ ゴシック" w:eastAsia="ＭＳ ゴシック" w:hAnsi="ＭＳ ゴシック"/>
                <w:sz w:val="18"/>
                <w:szCs w:val="18"/>
              </w:rPr>
              <w:t>2</w:t>
            </w:r>
            <w:r w:rsidR="000059B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年度〜</w:t>
            </w:r>
            <w:r w:rsidR="001351BD">
              <w:rPr>
                <w:rFonts w:ascii="ＭＳ ゴシック" w:eastAsia="ＭＳ ゴシック" w:hAnsi="ＭＳ ゴシック" w:hint="eastAsia"/>
                <w:sz w:val="18"/>
                <w:szCs w:val="18"/>
              </w:rPr>
              <w:t>201</w:t>
            </w:r>
            <w:r w:rsidR="00F8016E">
              <w:rPr>
                <w:rFonts w:ascii="ＭＳ ゴシック" w:eastAsia="ＭＳ ゴシック" w:hAnsi="ＭＳ ゴシック"/>
                <w:sz w:val="18"/>
                <w:szCs w:val="18"/>
              </w:rPr>
              <w:t>8</w:t>
            </w:r>
            <w:r w:rsidR="0015538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年度</w:t>
            </w:r>
            <w:r w:rsidRPr="00D229A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  <w:p w14:paraId="58E0F086" w14:textId="77777777" w:rsidR="00DA1287" w:rsidRPr="0026200B" w:rsidRDefault="0026200B" w:rsidP="0026200B">
            <w:pPr>
              <w:spacing w:line="276" w:lineRule="auto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16"/>
              </w:rPr>
              <w:t>本欄には、研究代表者及び研究分担者がこれまで発表した</w:t>
            </w:r>
            <w:r w:rsidRPr="0026200B">
              <w:rPr>
                <w:rFonts w:asciiTheme="majorEastAsia" w:eastAsiaTheme="majorEastAsia" w:hAnsiTheme="majorEastAsia" w:hint="eastAsia"/>
                <w:sz w:val="16"/>
                <w:szCs w:val="16"/>
              </w:rPr>
              <w:t>論文、著書、招待講演</w:t>
            </w:r>
            <w:r>
              <w:rPr>
                <w:rFonts w:ascii="ＭＳ 明朝" w:hAnsi="ＭＳ 明朝" w:hint="eastAsia"/>
                <w:sz w:val="16"/>
                <w:szCs w:val="16"/>
              </w:rPr>
              <w:t>のうち、本研究</w:t>
            </w:r>
            <w:r w:rsidR="00DA1287" w:rsidRPr="00893577">
              <w:rPr>
                <w:rFonts w:ascii="ＭＳ 明朝" w:hAnsi="ＭＳ 明朝" w:hint="eastAsia"/>
                <w:sz w:val="16"/>
                <w:szCs w:val="16"/>
              </w:rPr>
              <w:t>に</w:t>
            </w:r>
            <w:r>
              <w:rPr>
                <w:rFonts w:ascii="ＭＳ 明朝" w:hAnsi="ＭＳ 明朝" w:hint="eastAsia"/>
                <w:sz w:val="16"/>
                <w:szCs w:val="16"/>
              </w:rPr>
              <w:t>関連する重要なものを選定し、現在から順に発表年次を過去にさかのぼって、発表年（暦年）</w:t>
            </w:r>
            <w:r w:rsidR="005F1953">
              <w:rPr>
                <w:rFonts w:ascii="ＭＳ 明朝" w:hAnsi="ＭＳ 明朝" w:hint="eastAsia"/>
                <w:sz w:val="16"/>
                <w:szCs w:val="16"/>
              </w:rPr>
              <w:t>毎に線を引いて区別し</w:t>
            </w:r>
            <w:r w:rsidR="00DA1287" w:rsidRPr="00893577">
              <w:rPr>
                <w:rFonts w:ascii="ＭＳ 明朝" w:hAnsi="ＭＳ 明朝" w:hint="eastAsia"/>
                <w:sz w:val="16"/>
                <w:szCs w:val="16"/>
              </w:rPr>
              <w:t>、</w:t>
            </w:r>
            <w:r w:rsidR="005F1953">
              <w:rPr>
                <w:rFonts w:ascii="ＭＳ 明朝" w:hAnsi="ＭＳ 明朝" w:hint="eastAsia"/>
                <w:sz w:val="16"/>
                <w:szCs w:val="16"/>
              </w:rPr>
              <w:t>通し番号を付してください。</w:t>
            </w:r>
            <w:r w:rsidR="00B606E6">
              <w:rPr>
                <w:rFonts w:ascii="ＭＳ 明朝" w:hAnsi="ＭＳ 明朝" w:hint="eastAsia"/>
                <w:sz w:val="16"/>
                <w:szCs w:val="16"/>
              </w:rPr>
              <w:t>また梗概も記述して下さい</w:t>
            </w:r>
            <w:r w:rsidR="00DA1287" w:rsidRPr="00893577"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</w:tc>
      </w:tr>
      <w:tr w:rsidR="00DA1287" w14:paraId="7802731D" w14:textId="77777777">
        <w:trPr>
          <w:gridBefore w:val="2"/>
          <w:gridAfter w:val="1"/>
          <w:wBefore w:w="529" w:type="dxa"/>
          <w:wAfter w:w="46" w:type="dxa"/>
          <w:cantSplit/>
          <w:trHeight w:hRule="exact" w:val="6022"/>
        </w:trPr>
        <w:tc>
          <w:tcPr>
            <w:tcW w:w="996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291B20" w14:textId="77777777" w:rsidR="00DA1287" w:rsidRDefault="00DA1287" w:rsidP="00DA1287">
            <w:pPr>
              <w:pStyle w:val="a3"/>
              <w:spacing w:before="125"/>
              <w:rPr>
                <w:spacing w:val="0"/>
              </w:rPr>
            </w:pPr>
          </w:p>
        </w:tc>
      </w:tr>
      <w:tr w:rsidR="00B606E6" w14:paraId="6FEDD646" w14:textId="77777777">
        <w:trPr>
          <w:gridBefore w:val="2"/>
          <w:gridAfter w:val="1"/>
          <w:wBefore w:w="529" w:type="dxa"/>
          <w:wAfter w:w="46" w:type="dxa"/>
          <w:cantSplit/>
          <w:trHeight w:hRule="exact" w:val="850"/>
        </w:trPr>
        <w:tc>
          <w:tcPr>
            <w:tcW w:w="9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070D3C" w14:textId="77777777" w:rsidR="00B606E6" w:rsidRDefault="00B606E6" w:rsidP="00FD68D8">
            <w:pPr>
              <w:spacing w:line="276" w:lineRule="auto"/>
              <w:ind w:firstLineChars="50" w:firstLine="10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10</w:t>
            </w:r>
            <w:r w:rsidRPr="00616740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これまでに受けた研究費とその成果等</w:t>
            </w:r>
          </w:p>
          <w:p w14:paraId="56936746" w14:textId="77777777" w:rsidR="00B606E6" w:rsidRPr="00B606E6" w:rsidRDefault="000D5739" w:rsidP="00B606E6">
            <w:pPr>
              <w:spacing w:line="276" w:lineRule="auto"/>
              <w:ind w:firstLineChars="50" w:firstLine="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="00B606E6">
              <w:rPr>
                <w:rFonts w:ascii="ＭＳ 明朝" w:hAnsi="ＭＳ 明朝" w:hint="eastAsia"/>
                <w:sz w:val="16"/>
                <w:szCs w:val="16"/>
              </w:rPr>
              <w:t>本欄には、研究代表者及び研究分担者がこれまで</w:t>
            </w:r>
            <w:r w:rsidR="00AF5EDA">
              <w:rPr>
                <w:rFonts w:ascii="ＭＳ 明朝" w:hAnsi="ＭＳ 明朝" w:hint="eastAsia"/>
                <w:sz w:val="16"/>
                <w:szCs w:val="16"/>
              </w:rPr>
              <w:t>に受けた研究費による研究成果等のうち、本研究の立案に生かされているものを選定し、科研費とそれ以外の研究費に分けて記述してください。</w:t>
            </w:r>
          </w:p>
        </w:tc>
      </w:tr>
      <w:tr w:rsidR="00B606E6" w14:paraId="0DDA76EF" w14:textId="77777777" w:rsidTr="00B6614B">
        <w:trPr>
          <w:gridBefore w:val="2"/>
          <w:gridAfter w:val="1"/>
          <w:wBefore w:w="529" w:type="dxa"/>
          <w:wAfter w:w="46" w:type="dxa"/>
          <w:cantSplit/>
          <w:trHeight w:hRule="exact" w:val="1491"/>
        </w:trPr>
        <w:tc>
          <w:tcPr>
            <w:tcW w:w="9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422036" w14:textId="77777777" w:rsidR="00B606E6" w:rsidRDefault="00B606E6" w:rsidP="00DA1287">
            <w:pPr>
              <w:pStyle w:val="a3"/>
              <w:spacing w:before="125"/>
              <w:rPr>
                <w:spacing w:val="0"/>
              </w:rPr>
            </w:pPr>
          </w:p>
        </w:tc>
      </w:tr>
      <w:tr w:rsidR="00DA1287" w14:paraId="2CFD931C" w14:textId="77777777">
        <w:trPr>
          <w:gridBefore w:val="2"/>
          <w:gridAfter w:val="1"/>
          <w:wBefore w:w="529" w:type="dxa"/>
          <w:wAfter w:w="46" w:type="dxa"/>
          <w:cantSplit/>
          <w:trHeight w:hRule="exact" w:val="858"/>
        </w:trPr>
        <w:tc>
          <w:tcPr>
            <w:tcW w:w="9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174F6" w14:textId="77777777" w:rsidR="0026200B" w:rsidRDefault="00DA1287" w:rsidP="0026200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cs="Century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1</w:t>
            </w:r>
            <w:r w:rsidR="00B606E6"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1</w:t>
            </w:r>
            <w:r w:rsidRPr="00BC72A2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人権の保護及び法令等の遵守への対応</w:t>
            </w:r>
            <w:r w:rsidRPr="00D229A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（該当しない場合はその旨を記述する）</w:t>
            </w:r>
          </w:p>
          <w:p w14:paraId="65C0B571" w14:textId="77777777" w:rsidR="00DA1287" w:rsidRPr="0026200B" w:rsidRDefault="0026200B" w:rsidP="0026200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本欄には、</w:t>
            </w:r>
            <w:r w:rsidR="00DA1287" w:rsidRPr="003D57B3">
              <w:rPr>
                <w:rFonts w:hint="eastAsia"/>
                <w:sz w:val="16"/>
                <w:szCs w:val="16"/>
              </w:rPr>
              <w:t>相手方の同意・協力を必要とする研究、個人情報の取り扱いの配慮を必要とする研究</w:t>
            </w:r>
            <w:r w:rsidR="00DA1287">
              <w:rPr>
                <w:rFonts w:hint="eastAsia"/>
                <w:sz w:val="16"/>
                <w:szCs w:val="16"/>
              </w:rPr>
              <w:t>においては、その対策と措置について記述する。該当しない研究においては、その旨を記述する。</w:t>
            </w:r>
          </w:p>
        </w:tc>
      </w:tr>
      <w:tr w:rsidR="00DA1287" w14:paraId="28A40571" w14:textId="77777777">
        <w:trPr>
          <w:gridBefore w:val="2"/>
          <w:gridAfter w:val="1"/>
          <w:wBefore w:w="529" w:type="dxa"/>
          <w:wAfter w:w="46" w:type="dxa"/>
          <w:cantSplit/>
          <w:trHeight w:hRule="exact" w:val="1685"/>
        </w:trPr>
        <w:tc>
          <w:tcPr>
            <w:tcW w:w="9962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015199" w14:textId="77777777" w:rsidR="00DA1287" w:rsidRDefault="00DA1287" w:rsidP="00DA1287">
            <w:pPr>
              <w:pStyle w:val="a3"/>
              <w:spacing w:before="125"/>
              <w:rPr>
                <w:spacing w:val="0"/>
              </w:rPr>
            </w:pPr>
          </w:p>
        </w:tc>
      </w:tr>
      <w:tr w:rsidR="00DA1287" w14:paraId="66BD45F2" w14:textId="77777777">
        <w:trPr>
          <w:gridBefore w:val="2"/>
          <w:wBefore w:w="529" w:type="dxa"/>
          <w:cantSplit/>
          <w:trHeight w:hRule="exact" w:val="807"/>
        </w:trPr>
        <w:tc>
          <w:tcPr>
            <w:tcW w:w="9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95FF" w14:textId="77777777" w:rsidR="00DA1287" w:rsidRDefault="00DA1287" w:rsidP="00FD68D8">
            <w:pPr>
              <w:pStyle w:val="a3"/>
              <w:spacing w:before="125"/>
              <w:ind w:firstLineChars="50" w:firstLine="99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8869C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lastRenderedPageBreak/>
              <w:t>1</w:t>
            </w:r>
            <w:r w:rsidR="00B606E6"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2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 </w:t>
            </w:r>
            <w:r w:rsidRPr="00BC72A2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備品</w:t>
            </w:r>
            <w:r w:rsidR="000D573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・</w:t>
            </w:r>
            <w:r w:rsidR="00924A0C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物品</w:t>
            </w:r>
            <w:r w:rsidR="000D573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／</w:t>
            </w:r>
            <w:r w:rsidR="00924A0C" w:rsidRPr="00BC72A2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消耗品</w:t>
            </w:r>
            <w:r w:rsidR="002E42FD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／旅費</w:t>
            </w:r>
            <w:r w:rsidR="00AF5ED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の</w:t>
            </w:r>
            <w:r w:rsidRPr="00BC72A2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明細</w:t>
            </w:r>
            <w:r w:rsidR="00924A0C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　</w:t>
            </w:r>
            <w:r w:rsidRPr="00924A0C">
              <w:rPr>
                <w:rFonts w:asciiTheme="majorEastAsia" w:eastAsiaTheme="majorEastAsia" w:hAnsiTheme="majorEastAsia" w:hint="eastAsia"/>
                <w:sz w:val="16"/>
                <w:szCs w:val="16"/>
              </w:rPr>
              <w:t>（合計額が</w:t>
            </w:r>
            <w:r w:rsidRPr="00924A0C">
              <w:rPr>
                <w:rFonts w:asciiTheme="majorEastAsia" w:eastAsiaTheme="majorEastAsia" w:hAnsiTheme="majorEastAsia" w:hint="eastAsia"/>
                <w:sz w:val="16"/>
                <w:szCs w:val="16"/>
                <w:u w:val="single"/>
              </w:rPr>
              <w:t>300,000円</w:t>
            </w:r>
            <w:r w:rsidRPr="00924A0C">
              <w:rPr>
                <w:rFonts w:asciiTheme="majorEastAsia" w:eastAsiaTheme="majorEastAsia" w:hAnsiTheme="majorEastAsia" w:hint="eastAsia"/>
                <w:sz w:val="16"/>
                <w:szCs w:val="16"/>
              </w:rPr>
              <w:t>になるように</w:t>
            </w:r>
            <w:r w:rsidR="00C4329F" w:rsidRPr="00924A0C">
              <w:rPr>
                <w:rFonts w:asciiTheme="majorEastAsia" w:eastAsiaTheme="majorEastAsia" w:hAnsiTheme="majorEastAsia" w:hint="eastAsia"/>
                <w:sz w:val="16"/>
                <w:szCs w:val="16"/>
              </w:rPr>
              <w:t>記述</w:t>
            </w:r>
            <w:r w:rsidRPr="00924A0C">
              <w:rPr>
                <w:rFonts w:asciiTheme="majorEastAsia" w:eastAsiaTheme="majorEastAsia" w:hAnsiTheme="majorEastAsia" w:hint="eastAsia"/>
                <w:sz w:val="16"/>
                <w:szCs w:val="16"/>
              </w:rPr>
              <w:t>する。）</w:t>
            </w:r>
          </w:p>
          <w:p w14:paraId="1B94183A" w14:textId="77777777" w:rsidR="002E42FD" w:rsidRDefault="004579B1" w:rsidP="00924A0C">
            <w:pPr>
              <w:pStyle w:val="a3"/>
              <w:spacing w:before="125"/>
              <w:ind w:firstLineChars="50" w:firstLine="79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※旅費については交通費、宿泊費など事項ごとに記入してください。</w:t>
            </w:r>
          </w:p>
          <w:p w14:paraId="1B723294" w14:textId="77777777" w:rsidR="002E42FD" w:rsidRDefault="002E42FD" w:rsidP="00924A0C">
            <w:pPr>
              <w:pStyle w:val="a3"/>
              <w:spacing w:before="125"/>
              <w:ind w:firstLineChars="50" w:firstLine="79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14:paraId="070B1283" w14:textId="77777777" w:rsidR="002E42FD" w:rsidRDefault="002E42FD" w:rsidP="00924A0C">
            <w:pPr>
              <w:pStyle w:val="a3"/>
              <w:spacing w:before="125"/>
              <w:ind w:firstLineChars="50" w:firstLine="105"/>
              <w:rPr>
                <w:rFonts w:cs="Century"/>
                <w:spacing w:val="0"/>
              </w:rPr>
            </w:pPr>
          </w:p>
        </w:tc>
        <w:tc>
          <w:tcPr>
            <w:tcW w:w="46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</w:tcPr>
          <w:p w14:paraId="4ED1EEA6" w14:textId="77777777" w:rsidR="00DA1287" w:rsidRDefault="00DA1287" w:rsidP="00DA1287">
            <w:pPr>
              <w:pStyle w:val="a3"/>
              <w:spacing w:before="125"/>
              <w:rPr>
                <w:spacing w:val="0"/>
              </w:rPr>
            </w:pPr>
          </w:p>
        </w:tc>
      </w:tr>
      <w:tr w:rsidR="004579B1" w14:paraId="5A453D3C" w14:textId="77777777">
        <w:trPr>
          <w:gridBefore w:val="2"/>
          <w:wBefore w:w="529" w:type="dxa"/>
          <w:cantSplit/>
          <w:trHeight w:hRule="exact" w:val="4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31477C" w14:textId="77777777" w:rsidR="004579B1" w:rsidRPr="002E42FD" w:rsidRDefault="004579B1" w:rsidP="00924A0C">
            <w:pPr>
              <w:ind w:firstLineChars="50" w:firstLine="80"/>
              <w:rPr>
                <w:sz w:val="18"/>
              </w:rPr>
            </w:pPr>
            <w:r w:rsidRPr="004579B1">
              <w:rPr>
                <w:rFonts w:hint="eastAsia"/>
                <w:sz w:val="16"/>
              </w:rPr>
              <w:t>年度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2B90091C" w14:textId="77777777" w:rsidR="004579B1" w:rsidRPr="004579B1" w:rsidRDefault="004579B1" w:rsidP="004579B1">
            <w:pPr>
              <w:ind w:firstLineChars="50" w:firstLine="80"/>
              <w:jc w:val="center"/>
              <w:rPr>
                <w:sz w:val="16"/>
              </w:rPr>
            </w:pPr>
            <w:r w:rsidRPr="004579B1">
              <w:rPr>
                <w:rFonts w:hint="eastAsia"/>
                <w:sz w:val="16"/>
              </w:rPr>
              <w:t>備品費・物品費の明細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BA3F54" w14:textId="77777777" w:rsidR="004579B1" w:rsidRPr="004579B1" w:rsidRDefault="004579B1" w:rsidP="004579B1">
            <w:pPr>
              <w:jc w:val="center"/>
              <w:rPr>
                <w:sz w:val="16"/>
              </w:rPr>
            </w:pPr>
            <w:r w:rsidRPr="004579B1">
              <w:rPr>
                <w:rFonts w:hint="eastAsia"/>
                <w:sz w:val="16"/>
              </w:rPr>
              <w:t>金額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14:paraId="371C5049" w14:textId="77777777" w:rsidR="004579B1" w:rsidRPr="004579B1" w:rsidRDefault="004579B1" w:rsidP="004579B1">
            <w:pPr>
              <w:ind w:firstLineChars="50" w:firstLine="80"/>
              <w:jc w:val="center"/>
              <w:rPr>
                <w:sz w:val="16"/>
              </w:rPr>
            </w:pPr>
            <w:r w:rsidRPr="004579B1">
              <w:rPr>
                <w:rFonts w:hint="eastAsia"/>
                <w:sz w:val="16"/>
              </w:rPr>
              <w:t>消耗品費の明細</w:t>
            </w:r>
          </w:p>
        </w:tc>
        <w:tc>
          <w:tcPr>
            <w:tcW w:w="127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40C108" w14:textId="77777777" w:rsidR="004579B1" w:rsidRPr="004579B1" w:rsidRDefault="004579B1" w:rsidP="004579B1">
            <w:pPr>
              <w:jc w:val="center"/>
              <w:rPr>
                <w:sz w:val="16"/>
              </w:rPr>
            </w:pPr>
            <w:r w:rsidRPr="004579B1">
              <w:rPr>
                <w:rFonts w:hint="eastAsia"/>
                <w:sz w:val="16"/>
              </w:rPr>
              <w:t>金額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533A38CE" w14:textId="77777777" w:rsidR="004579B1" w:rsidRPr="004579B1" w:rsidRDefault="004579B1" w:rsidP="004579B1">
            <w:pPr>
              <w:jc w:val="center"/>
              <w:rPr>
                <w:sz w:val="16"/>
              </w:rPr>
            </w:pPr>
            <w:r w:rsidRPr="004579B1">
              <w:rPr>
                <w:rFonts w:hint="eastAsia"/>
                <w:sz w:val="16"/>
              </w:rPr>
              <w:t>旅費の明細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A21C10" w14:textId="77777777" w:rsidR="004579B1" w:rsidRPr="004579B1" w:rsidRDefault="004579B1" w:rsidP="004579B1">
            <w:pPr>
              <w:jc w:val="center"/>
              <w:rPr>
                <w:sz w:val="16"/>
              </w:rPr>
            </w:pPr>
            <w:r w:rsidRPr="004579B1">
              <w:rPr>
                <w:rFonts w:hint="eastAsia"/>
                <w:sz w:val="16"/>
              </w:rPr>
              <w:t>金額</w:t>
            </w:r>
          </w:p>
        </w:tc>
        <w:tc>
          <w:tcPr>
            <w:tcW w:w="46" w:type="dxa"/>
            <w:vMerge w:val="restar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vAlign w:val="center"/>
          </w:tcPr>
          <w:p w14:paraId="151B7ADD" w14:textId="77777777" w:rsidR="004579B1" w:rsidRDefault="004579B1" w:rsidP="00DA1287"/>
        </w:tc>
      </w:tr>
      <w:tr w:rsidR="004579B1" w14:paraId="0EE50B0E" w14:textId="77777777">
        <w:trPr>
          <w:gridBefore w:val="2"/>
          <w:wBefore w:w="529" w:type="dxa"/>
          <w:cantSplit/>
          <w:trHeight w:hRule="exact" w:val="6149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4B158B" w14:textId="77777777" w:rsidR="004579B1" w:rsidRPr="00247191" w:rsidRDefault="004579B1" w:rsidP="002E42FD">
            <w:pPr>
              <w:ind w:firstLineChars="50" w:firstLine="80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</w:tcPr>
          <w:p w14:paraId="34863ACE" w14:textId="77777777" w:rsidR="004579B1" w:rsidRPr="004579B1" w:rsidRDefault="004579B1" w:rsidP="002E42FD">
            <w:pPr>
              <w:ind w:firstLineChars="50" w:firstLine="70"/>
              <w:rPr>
                <w:sz w:val="14"/>
                <w:szCs w:val="16"/>
              </w:rPr>
            </w:pPr>
          </w:p>
          <w:p w14:paraId="1C8ACB5A" w14:textId="77777777" w:rsidR="004579B1" w:rsidRPr="004579B1" w:rsidRDefault="004579B1" w:rsidP="004579B1">
            <w:pPr>
              <w:rPr>
                <w:sz w:val="14"/>
                <w:szCs w:val="16"/>
              </w:rPr>
            </w:pPr>
            <w:r w:rsidRPr="004579B1">
              <w:rPr>
                <w:rFonts w:hint="eastAsia"/>
                <w:sz w:val="14"/>
                <w:szCs w:val="16"/>
              </w:rPr>
              <w:t xml:space="preserve">品名・仕様　</w:t>
            </w:r>
            <w:r w:rsidRPr="004579B1">
              <w:rPr>
                <w:rFonts w:hint="eastAsia"/>
                <w:sz w:val="14"/>
                <w:szCs w:val="16"/>
              </w:rPr>
              <w:t xml:space="preserve"> (</w:t>
            </w:r>
            <w:r w:rsidRPr="004579B1">
              <w:rPr>
                <w:rFonts w:hint="eastAsia"/>
                <w:sz w:val="14"/>
                <w:szCs w:val="16"/>
              </w:rPr>
              <w:t>数量×単価</w:t>
            </w:r>
            <w:r w:rsidRPr="004579B1">
              <w:rPr>
                <w:rFonts w:hint="eastAsia"/>
                <w:sz w:val="14"/>
                <w:szCs w:val="16"/>
              </w:rPr>
              <w:t>)</w:t>
            </w:r>
          </w:p>
          <w:p w14:paraId="13A7FF5C" w14:textId="77777777" w:rsidR="004579B1" w:rsidRPr="004579B1" w:rsidRDefault="004579B1" w:rsidP="00DA1287">
            <w:pPr>
              <w:pStyle w:val="a3"/>
              <w:rPr>
                <w:spacing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2EFC20B9" w14:textId="77777777" w:rsidR="004579B1" w:rsidRPr="004579B1" w:rsidRDefault="004579B1" w:rsidP="004579B1">
            <w:pPr>
              <w:pStyle w:val="a3"/>
              <w:spacing w:before="125"/>
              <w:jc w:val="left"/>
              <w:rPr>
                <w:spacing w:val="0"/>
                <w:sz w:val="14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auto"/>
            </w:tcBorders>
          </w:tcPr>
          <w:p w14:paraId="19802ACE" w14:textId="77777777" w:rsidR="004579B1" w:rsidRPr="004579B1" w:rsidRDefault="004579B1" w:rsidP="00924A0C">
            <w:pPr>
              <w:ind w:firstLineChars="50" w:firstLine="70"/>
              <w:rPr>
                <w:sz w:val="14"/>
                <w:szCs w:val="16"/>
              </w:rPr>
            </w:pPr>
          </w:p>
          <w:p w14:paraId="64F6F341" w14:textId="77777777" w:rsidR="004579B1" w:rsidRPr="004579B1" w:rsidRDefault="004579B1" w:rsidP="00924A0C">
            <w:pPr>
              <w:ind w:firstLineChars="50" w:firstLine="70"/>
              <w:rPr>
                <w:sz w:val="14"/>
                <w:szCs w:val="16"/>
              </w:rPr>
            </w:pPr>
            <w:r w:rsidRPr="004579B1">
              <w:rPr>
                <w:rFonts w:hint="eastAsia"/>
                <w:sz w:val="14"/>
                <w:szCs w:val="16"/>
              </w:rPr>
              <w:t xml:space="preserve">品名・仕様　</w:t>
            </w:r>
            <w:r w:rsidRPr="004579B1">
              <w:rPr>
                <w:rFonts w:hint="eastAsia"/>
                <w:sz w:val="14"/>
                <w:szCs w:val="16"/>
              </w:rPr>
              <w:t>(</w:t>
            </w:r>
            <w:r w:rsidRPr="004579B1">
              <w:rPr>
                <w:rFonts w:hint="eastAsia"/>
                <w:sz w:val="14"/>
                <w:szCs w:val="16"/>
              </w:rPr>
              <w:t>数量×単価</w:t>
            </w:r>
            <w:r w:rsidRPr="004579B1">
              <w:rPr>
                <w:rFonts w:hint="eastAsia"/>
                <w:sz w:val="14"/>
                <w:szCs w:val="16"/>
              </w:rPr>
              <w:t>)</w:t>
            </w:r>
          </w:p>
          <w:p w14:paraId="70DEFD52" w14:textId="77777777" w:rsidR="004579B1" w:rsidRPr="004579B1" w:rsidRDefault="004579B1" w:rsidP="00CA320D">
            <w:pPr>
              <w:ind w:firstLineChars="50" w:firstLine="70"/>
              <w:rPr>
                <w:sz w:val="14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auto"/>
            </w:tcBorders>
          </w:tcPr>
          <w:p w14:paraId="35A92488" w14:textId="77777777" w:rsidR="004579B1" w:rsidRPr="004579B1" w:rsidRDefault="004579B1" w:rsidP="004579B1">
            <w:pPr>
              <w:pStyle w:val="a3"/>
              <w:spacing w:before="125"/>
              <w:rPr>
                <w:spacing w:val="0"/>
                <w:sz w:val="14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</w:tcPr>
          <w:p w14:paraId="34EB450E" w14:textId="77777777" w:rsidR="004579B1" w:rsidRPr="004579B1" w:rsidRDefault="004579B1" w:rsidP="004579B1">
            <w:pPr>
              <w:ind w:firstLineChars="50" w:firstLine="70"/>
              <w:rPr>
                <w:sz w:val="14"/>
                <w:szCs w:val="16"/>
              </w:rPr>
            </w:pPr>
          </w:p>
          <w:p w14:paraId="40C50726" w14:textId="77777777" w:rsidR="004579B1" w:rsidRPr="004579B1" w:rsidRDefault="004579B1" w:rsidP="004579B1">
            <w:pPr>
              <w:ind w:firstLineChars="50" w:firstLine="70"/>
              <w:rPr>
                <w:sz w:val="14"/>
                <w:szCs w:val="16"/>
              </w:rPr>
            </w:pPr>
            <w:r w:rsidRPr="004579B1">
              <w:rPr>
                <w:rFonts w:hint="eastAsia"/>
                <w:sz w:val="14"/>
                <w:szCs w:val="16"/>
              </w:rPr>
              <w:t>発着・交通手段・宿舎名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61B00735" w14:textId="77777777" w:rsidR="004579B1" w:rsidRDefault="004579B1">
            <w:pPr>
              <w:widowControl/>
              <w:jc w:val="left"/>
              <w:rPr>
                <w:sz w:val="16"/>
                <w:szCs w:val="16"/>
              </w:rPr>
            </w:pPr>
          </w:p>
          <w:p w14:paraId="39116441" w14:textId="77777777" w:rsidR="004579B1" w:rsidRPr="004579B1" w:rsidRDefault="004579B1" w:rsidP="004579B1">
            <w:pPr>
              <w:rPr>
                <w:sz w:val="16"/>
                <w:szCs w:val="16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6B3FEFF2" w14:textId="77777777" w:rsidR="004579B1" w:rsidRDefault="004579B1" w:rsidP="00714590"/>
        </w:tc>
      </w:tr>
      <w:tr w:rsidR="004579B1" w:rsidRPr="00616740" w14:paraId="06C072B1" w14:textId="77777777">
        <w:trPr>
          <w:gridBefore w:val="2"/>
          <w:wBefore w:w="529" w:type="dxa"/>
          <w:cantSplit/>
          <w:trHeight w:hRule="exact" w:val="568"/>
        </w:trPr>
        <w:tc>
          <w:tcPr>
            <w:tcW w:w="2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14:paraId="03E5E08C" w14:textId="77777777" w:rsidR="004579B1" w:rsidRPr="00616740" w:rsidRDefault="004579B1" w:rsidP="00DA1287">
            <w:pPr>
              <w:ind w:firstLineChars="100" w:firstLine="160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  <w:lang w:eastAsia="zh-TW"/>
              </w:rPr>
              <w:t>合</w:t>
            </w:r>
            <w:r w:rsidRPr="00616740">
              <w:rPr>
                <w:rFonts w:hint="eastAsia"/>
                <w:sz w:val="16"/>
                <w:szCs w:val="16"/>
                <w:lang w:eastAsia="zh-TW"/>
              </w:rPr>
              <w:t xml:space="preserve">計　　　　　　　　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E400C6" w14:textId="77777777" w:rsidR="004579B1" w:rsidRPr="00616740" w:rsidRDefault="004579B1" w:rsidP="00DA1287">
            <w:pPr>
              <w:rPr>
                <w:sz w:val="16"/>
                <w:szCs w:val="16"/>
                <w:lang w:eastAsia="zh-T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auto"/>
            </w:tcBorders>
            <w:vAlign w:val="center"/>
          </w:tcPr>
          <w:p w14:paraId="59FE8252" w14:textId="77777777" w:rsidR="004579B1" w:rsidRPr="00616740" w:rsidRDefault="004579B1" w:rsidP="00DA1287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  <w:r w:rsidRPr="00616740">
              <w:rPr>
                <w:rFonts w:hint="eastAsia"/>
                <w:sz w:val="16"/>
                <w:szCs w:val="16"/>
              </w:rPr>
              <w:t xml:space="preserve">　　　　</w:t>
            </w:r>
          </w:p>
        </w:tc>
        <w:tc>
          <w:tcPr>
            <w:tcW w:w="127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A6E31" w14:textId="77777777" w:rsidR="004579B1" w:rsidRPr="00616740" w:rsidRDefault="004579B1" w:rsidP="00DA128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3DC1FE94" w14:textId="77777777" w:rsidR="004579B1" w:rsidRPr="00616740" w:rsidRDefault="004579B1" w:rsidP="004579B1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50571F" w14:textId="77777777" w:rsidR="004579B1" w:rsidRPr="00616740" w:rsidRDefault="004579B1" w:rsidP="00DA1287">
            <w:pPr>
              <w:rPr>
                <w:sz w:val="16"/>
                <w:szCs w:val="16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</w:tcPr>
          <w:p w14:paraId="632B148E" w14:textId="77777777" w:rsidR="004579B1" w:rsidRPr="00616740" w:rsidRDefault="004579B1" w:rsidP="00DA1287">
            <w:pPr>
              <w:rPr>
                <w:sz w:val="16"/>
                <w:szCs w:val="16"/>
              </w:rPr>
            </w:pPr>
          </w:p>
        </w:tc>
      </w:tr>
      <w:tr w:rsidR="00DA1287" w14:paraId="43C6D29E" w14:textId="77777777">
        <w:trPr>
          <w:gridBefore w:val="2"/>
          <w:wBefore w:w="529" w:type="dxa"/>
          <w:cantSplit/>
          <w:trHeight w:hRule="exact" w:val="582"/>
        </w:trPr>
        <w:tc>
          <w:tcPr>
            <w:tcW w:w="9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CA162" w14:textId="77777777" w:rsidR="00DA1287" w:rsidRPr="00247191" w:rsidRDefault="00DA1287" w:rsidP="00DA1287">
            <w:pPr>
              <w:ind w:firstLineChars="100" w:firstLine="210"/>
              <w:rPr>
                <w:lang w:eastAsia="zh-TW"/>
              </w:rPr>
            </w:pPr>
            <w:r w:rsidRPr="00247191">
              <w:rPr>
                <w:rFonts w:hint="eastAsia"/>
                <w:lang w:eastAsia="zh-TW"/>
              </w:rPr>
              <w:t xml:space="preserve">計　　　　　　　　　　　　　　　　　　　　　　　　　　　　　</w:t>
            </w:r>
            <w:r>
              <w:rPr>
                <w:rFonts w:hint="eastAsia"/>
                <w:lang w:eastAsia="zh-TW"/>
              </w:rPr>
              <w:t xml:space="preserve">             </w:t>
            </w:r>
            <w:r w:rsidRPr="00247191">
              <w:rPr>
                <w:rFonts w:hint="eastAsia"/>
                <w:lang w:eastAsia="zh-TW"/>
              </w:rPr>
              <w:t xml:space="preserve">　　</w:t>
            </w:r>
            <w:r w:rsidRPr="00247191">
              <w:rPr>
                <w:rFonts w:hint="eastAsia"/>
                <w:lang w:eastAsia="zh-TW"/>
              </w:rPr>
              <w:t xml:space="preserve">  </w:t>
            </w:r>
            <w:r w:rsidRPr="00247191">
              <w:rPr>
                <w:rFonts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>3</w:t>
            </w:r>
            <w:r w:rsidRPr="00247191">
              <w:rPr>
                <w:rFonts w:ascii="ＭＳ 明朝" w:hAnsi="ＭＳ 明朝" w:hint="eastAsia"/>
                <w:lang w:eastAsia="zh-TW"/>
              </w:rPr>
              <w:t>00,000</w:t>
            </w:r>
            <w:r>
              <w:rPr>
                <w:rFonts w:ascii="ＭＳ 明朝" w:hAnsi="ＭＳ 明朝" w:hint="eastAsia"/>
                <w:lang w:eastAsia="zh-TW"/>
              </w:rPr>
              <w:t>円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</w:tcPr>
          <w:p w14:paraId="39C7DF1B" w14:textId="77777777" w:rsidR="00DA1287" w:rsidRDefault="00DA1287" w:rsidP="00DA1287">
            <w:pPr>
              <w:rPr>
                <w:lang w:eastAsia="zh-TW"/>
              </w:rPr>
            </w:pPr>
          </w:p>
        </w:tc>
      </w:tr>
      <w:tr w:rsidR="00DA1287" w14:paraId="585BB1BC" w14:textId="77777777">
        <w:trPr>
          <w:gridBefore w:val="2"/>
          <w:wBefore w:w="529" w:type="dxa"/>
          <w:cantSplit/>
          <w:trHeight w:hRule="exact" w:val="993"/>
        </w:trPr>
        <w:tc>
          <w:tcPr>
            <w:tcW w:w="9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E000" w14:textId="77777777" w:rsidR="00DA1287" w:rsidRDefault="00DA1287" w:rsidP="00FD68D8">
            <w:pPr>
              <w:pStyle w:val="a3"/>
              <w:ind w:firstLineChars="50" w:firstLine="99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1</w:t>
            </w:r>
            <w:r w:rsidR="00B606E6"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3</w:t>
            </w:r>
            <w:r w:rsidR="00924A0C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　</w:t>
            </w:r>
            <w:r w:rsidR="00924A0C" w:rsidRPr="00BC72A2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備品</w:t>
            </w:r>
            <w:r w:rsidR="00924A0C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・物品／</w:t>
            </w:r>
            <w:r w:rsidR="00924A0C" w:rsidRPr="00BC72A2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消耗品</w:t>
            </w:r>
            <w:r w:rsidR="003B032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／旅費</w:t>
            </w:r>
            <w:r w:rsidRPr="00BC72A2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経費の必要性</w:t>
            </w:r>
          </w:p>
          <w:p w14:paraId="13C0295C" w14:textId="77777777" w:rsidR="00AF5EDA" w:rsidRPr="000D5739" w:rsidRDefault="00AF5EDA" w:rsidP="00AF5EDA">
            <w:pPr>
              <w:pStyle w:val="a3"/>
              <w:rPr>
                <w:rFonts w:asciiTheme="minorEastAsia" w:eastAsiaTheme="minorEastAsia" w:hAnsiTheme="minorEastAsia"/>
                <w:b/>
                <w:sz w:val="16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 xml:space="preserve">　</w:t>
            </w:r>
            <w:r w:rsidRPr="00AF5EDA"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本欄には、</w:t>
            </w:r>
            <w:r w:rsidR="00924A0C"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上記「</w:t>
            </w:r>
            <w:r w:rsidR="003B032A"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備品</w:t>
            </w:r>
            <w:r w:rsidR="00C4329F"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・</w:t>
            </w:r>
            <w:r w:rsidR="003B032A"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物品</w:t>
            </w:r>
            <w:r w:rsidR="00924A0C"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／消耗品</w:t>
            </w:r>
            <w:r w:rsidR="003B032A"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／旅費</w:t>
            </w:r>
            <w:r w:rsidR="00C4329F"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の明細</w:t>
            </w:r>
            <w:r w:rsidR="00924A0C"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」の研究経費の</w:t>
            </w:r>
            <w:r>
              <w:rPr>
                <w:rFonts w:asciiTheme="minorEastAsia" w:eastAsiaTheme="minorEastAsia" w:hAnsiTheme="minorEastAsia" w:hint="eastAsia"/>
                <w:b/>
                <w:sz w:val="16"/>
                <w:szCs w:val="20"/>
              </w:rPr>
              <w:t>必要性・積算根拠について述べて下さい。</w:t>
            </w:r>
          </w:p>
        </w:tc>
        <w:tc>
          <w:tcPr>
            <w:tcW w:w="46" w:type="dxa"/>
            <w:vMerge w:val="restar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vAlign w:val="center"/>
          </w:tcPr>
          <w:p w14:paraId="4DFF5B3A" w14:textId="77777777" w:rsidR="00DA1287" w:rsidRDefault="00DA1287" w:rsidP="00DA1287">
            <w:pPr>
              <w:pStyle w:val="a3"/>
              <w:spacing w:before="125"/>
              <w:rPr>
                <w:spacing w:val="0"/>
              </w:rPr>
            </w:pPr>
          </w:p>
        </w:tc>
      </w:tr>
      <w:tr w:rsidR="00DA1287" w14:paraId="000BE5A3" w14:textId="77777777" w:rsidTr="00B6614B">
        <w:trPr>
          <w:gridBefore w:val="2"/>
          <w:wBefore w:w="529" w:type="dxa"/>
          <w:cantSplit/>
          <w:trHeight w:hRule="exact" w:val="4430"/>
        </w:trPr>
        <w:tc>
          <w:tcPr>
            <w:tcW w:w="9962" w:type="dxa"/>
            <w:gridSpan w:val="1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BE6831" w14:textId="77777777" w:rsidR="00DA1287" w:rsidRPr="00893577" w:rsidRDefault="00DA1287" w:rsidP="00DA1287">
            <w:pPr>
              <w:pStyle w:val="a3"/>
              <w:spacing w:before="125"/>
              <w:rPr>
                <w:spacing w:val="0"/>
                <w:sz w:val="18"/>
                <w:szCs w:val="18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33AFF30C" w14:textId="77777777" w:rsidR="00DA1287" w:rsidRDefault="00DA1287" w:rsidP="00DA1287">
            <w:pPr>
              <w:pStyle w:val="a3"/>
              <w:spacing w:before="125"/>
              <w:rPr>
                <w:spacing w:val="0"/>
              </w:rPr>
            </w:pPr>
          </w:p>
        </w:tc>
      </w:tr>
    </w:tbl>
    <w:p w14:paraId="63753C42" w14:textId="77777777" w:rsidR="00DA1287" w:rsidRPr="00001EDC" w:rsidRDefault="00DA1287" w:rsidP="00DA1287">
      <w:pPr>
        <w:pStyle w:val="a3"/>
        <w:spacing w:line="240" w:lineRule="auto"/>
        <w:rPr>
          <w:spacing w:val="0"/>
        </w:rPr>
      </w:pPr>
    </w:p>
    <w:sectPr w:rsidR="00DA1287" w:rsidRPr="00001EDC" w:rsidSect="00DA1287">
      <w:headerReference w:type="default" r:id="rId7"/>
      <w:pgSz w:w="11906" w:h="16838"/>
      <w:pgMar w:top="1049" w:right="850" w:bottom="1191" w:left="90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6A940" w14:textId="77777777" w:rsidR="00224A0F" w:rsidRDefault="00224A0F" w:rsidP="00DA1287">
      <w:r>
        <w:separator/>
      </w:r>
    </w:p>
  </w:endnote>
  <w:endnote w:type="continuationSeparator" w:id="0">
    <w:p w14:paraId="78B7C4D0" w14:textId="77777777" w:rsidR="00224A0F" w:rsidRDefault="00224A0F" w:rsidP="00DA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C75BB" w14:textId="77777777" w:rsidR="00224A0F" w:rsidRDefault="00224A0F" w:rsidP="00DA1287">
      <w:r>
        <w:separator/>
      </w:r>
    </w:p>
  </w:footnote>
  <w:footnote w:type="continuationSeparator" w:id="0">
    <w:p w14:paraId="4B02EAB9" w14:textId="77777777" w:rsidR="00224A0F" w:rsidRDefault="00224A0F" w:rsidP="00DA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D023" w14:textId="77777777" w:rsidR="005A3885" w:rsidRDefault="005A3885" w:rsidP="00DA1287">
    <w:pPr>
      <w:pStyle w:val="a4"/>
      <w:jc w:val="right"/>
    </w:pPr>
    <w:r>
      <w:rPr>
        <w:rFonts w:hint="eastAsia"/>
      </w:rPr>
      <w:t>研究計画書様式</w:t>
    </w:r>
    <w:r w:rsidR="00D35944">
      <w:fldChar w:fldCharType="begin"/>
    </w:r>
    <w:r w:rsidR="00D35944">
      <w:instrText xml:space="preserve"> PAGE   \* MERGEFORMAT </w:instrText>
    </w:r>
    <w:r w:rsidR="00D35944">
      <w:fldChar w:fldCharType="separate"/>
    </w:r>
    <w:r w:rsidR="00D35944" w:rsidRPr="00D35944">
      <w:rPr>
        <w:noProof/>
        <w:lang w:val="ja-JP"/>
      </w:rPr>
      <w:t>1</w:t>
    </w:r>
    <w:r w:rsidR="00D35944">
      <w:rPr>
        <w:noProof/>
        <w:lang w:val="ja-JP"/>
      </w:rPr>
      <w:fldChar w:fldCharType="end"/>
    </w:r>
  </w:p>
  <w:p w14:paraId="1312BEE3" w14:textId="77777777" w:rsidR="005A3885" w:rsidRDefault="005A38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63C3F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10441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hideSpellingErrors/>
  <w:proofState w:spelling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76"/>
    <w:rsid w:val="000059BE"/>
    <w:rsid w:val="00010E75"/>
    <w:rsid w:val="00037DFF"/>
    <w:rsid w:val="00097CF8"/>
    <w:rsid w:val="000D5739"/>
    <w:rsid w:val="001351BD"/>
    <w:rsid w:val="00144FF8"/>
    <w:rsid w:val="00155381"/>
    <w:rsid w:val="00224A0F"/>
    <w:rsid w:val="00252365"/>
    <w:rsid w:val="0026200B"/>
    <w:rsid w:val="002E42FD"/>
    <w:rsid w:val="003031E7"/>
    <w:rsid w:val="00330A69"/>
    <w:rsid w:val="003B032A"/>
    <w:rsid w:val="003B7A8C"/>
    <w:rsid w:val="003D10D6"/>
    <w:rsid w:val="004579B1"/>
    <w:rsid w:val="004C5B08"/>
    <w:rsid w:val="00564C68"/>
    <w:rsid w:val="005A3885"/>
    <w:rsid w:val="005A460D"/>
    <w:rsid w:val="005F1953"/>
    <w:rsid w:val="00631742"/>
    <w:rsid w:val="006541DA"/>
    <w:rsid w:val="00704932"/>
    <w:rsid w:val="007B2FB9"/>
    <w:rsid w:val="007C134E"/>
    <w:rsid w:val="00804AC7"/>
    <w:rsid w:val="00924A0C"/>
    <w:rsid w:val="00AF5EDA"/>
    <w:rsid w:val="00B26891"/>
    <w:rsid w:val="00B3605C"/>
    <w:rsid w:val="00B44D9B"/>
    <w:rsid w:val="00B606E6"/>
    <w:rsid w:val="00B6614B"/>
    <w:rsid w:val="00BA406A"/>
    <w:rsid w:val="00C27F67"/>
    <w:rsid w:val="00C4329F"/>
    <w:rsid w:val="00CA320D"/>
    <w:rsid w:val="00CB1463"/>
    <w:rsid w:val="00D066B6"/>
    <w:rsid w:val="00D1349E"/>
    <w:rsid w:val="00D15076"/>
    <w:rsid w:val="00D35944"/>
    <w:rsid w:val="00DA1287"/>
    <w:rsid w:val="00DC2EF7"/>
    <w:rsid w:val="00E045CE"/>
    <w:rsid w:val="00E22F5D"/>
    <w:rsid w:val="00E515AD"/>
    <w:rsid w:val="00E6244B"/>
    <w:rsid w:val="00E84F04"/>
    <w:rsid w:val="00F8016E"/>
    <w:rsid w:val="00FD6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5BC0BE"/>
  <w15:docId w15:val="{0C15FEC0-0413-1E42-A52E-07F69ED3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8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D68D8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header"/>
    <w:basedOn w:val="a"/>
    <w:link w:val="a5"/>
    <w:rsid w:val="00A373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37318"/>
    <w:rPr>
      <w:kern w:val="2"/>
      <w:sz w:val="21"/>
      <w:szCs w:val="24"/>
    </w:rPr>
  </w:style>
  <w:style w:type="paragraph" w:styleId="a6">
    <w:name w:val="footer"/>
    <w:basedOn w:val="a"/>
    <w:link w:val="a7"/>
    <w:rsid w:val="00A373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37318"/>
    <w:rPr>
      <w:kern w:val="2"/>
      <w:sz w:val="21"/>
      <w:szCs w:val="24"/>
    </w:rPr>
  </w:style>
  <w:style w:type="table" w:styleId="a8">
    <w:name w:val="Table Grid"/>
    <w:basedOn w:val="a1"/>
    <w:uiPriority w:val="59"/>
    <w:rsid w:val="00B1640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0451F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0451F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0;&#36947;&#23398;&#31185;\Documents\RTF8READ.DOT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3</TotalTime>
  <Pages>4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改正後全文</vt:lpstr>
      <vt:lpstr>改正後全文</vt:lpstr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改正後全文</dc:title>
  <dc:subject/>
  <dc:creator>学園総合情報センター</dc:creator>
  <cp:keywords/>
  <cp:lastModifiedBy>成田 健太郎</cp:lastModifiedBy>
  <cp:revision>3</cp:revision>
  <cp:lastPrinted>2015-07-10T14:35:00Z</cp:lastPrinted>
  <dcterms:created xsi:type="dcterms:W3CDTF">2022-03-25T03:07:00Z</dcterms:created>
  <dcterms:modified xsi:type="dcterms:W3CDTF">2023-03-28T03:34:00Z</dcterms:modified>
</cp:coreProperties>
</file>